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-13970</wp:posOffset>
                </wp:positionV>
                <wp:extent cx="7606665" cy="10673080"/>
                <wp:effectExtent l="0" t="0" r="13335" b="13970"/>
                <wp:wrapNone/>
                <wp:docPr id="1" name="矩形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6665" cy="106730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577" o:spid="_x0000_s1026" o:spt="1" style="position:absolute;left:0pt;margin-left:-4pt;margin-top:-1.1pt;height:840.4pt;width:598.95pt;z-index:-251657216;mso-width-relative:page;mso-height-relative:page;" fillcolor="#FFFFFF" filled="t" stroked="f" coordsize="21600,21600" o:gfxdata="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flkq42QAAAAsBAAAPAAAAAAAAAAEAIAAAACIA&#10;AABkcnMvZG93bnJldi54bWxQSwECFAAUAAAACACHTuJAuxqBUAgCAAAZBAAADgAAAAAAAAABACAA&#10;AAAoAQAAZHJzL2Uyb0RvYy54bWxQSwUGAAAAAAYABgBZAQAAogUAAAAA&#10;">
                <v:fill type="gradient" on="t" color2="#FFFFFF" angle="90" focus="100%" focussize="0,0">
                  <o:fill type="gradientUnscaled" v:ext="backwardCompatible"/>
                </v:fill>
                <v:stroke on="f" weight="1.25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24750" cy="200025"/>
                <wp:effectExtent l="0" t="0" r="19050" b="28575"/>
                <wp:wrapNone/>
                <wp:docPr id="9" name="矩形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0" cy="200025"/>
                        </a:xfrm>
                        <a:prstGeom prst="rect">
                          <a:avLst/>
                        </a:prstGeom>
                        <a:solidFill>
                          <a:srgbClr val="323E4F"/>
                        </a:solidFill>
                        <a:ln w="38100">
                          <a:noFill/>
                        </a:ln>
                        <a:effectLst>
                          <a:outerShdw dist="28398" dir="3806096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572" o:spid="_x0000_s1026" o:spt="1" style="position:absolute;left:0pt;margin-left:0pt;margin-top:0pt;height:15.75pt;width:592.5pt;z-index:251667456;mso-width-relative:page;mso-height-relative:page;" fillcolor="#323E4F" filled="t" stroked="f" coordsize="21600,21600" o:gfxdata="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8wnn9IA&#10;AAAFAQAADwAAAAAAAAABACAAAAAiAAAAZHJzL2Rvd25yZXYueG1sUEsBAhQAFAAAAAgAh07iQBoe&#10;keslAgAANwQAAA4AAAAAAAAAAQAgAAAAIQEAAGRycy9lMm9Eb2MueG1sUEsFBgAAAAAGAAYAWQEA&#10;ALgFAAAAAA==&#10;">
                <v:fill on="t" focussize="0,0"/>
                <v:stroke on="f" weight="3pt"/>
                <v:imagedata o:title=""/>
                <o:lock v:ext="edit" aspectratio="f"/>
                <v:shadow on="t" color="#525252" opacity="32768f" offset="1pt,2pt" origin="0f,0f" matrix="65536f,0f,0f,65536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5991225</wp:posOffset>
            </wp:positionH>
            <wp:positionV relativeFrom="paragraph">
              <wp:posOffset>46355</wp:posOffset>
            </wp:positionV>
            <wp:extent cx="855345" cy="1222375"/>
            <wp:effectExtent l="0" t="0" r="1905" b="0"/>
            <wp:wrapNone/>
            <wp:docPr id="10" name="图片 573" descr="D:\桌面\桌面文件\登记照4\2233444 1.jpg2233444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73" descr="D:\桌面\桌面文件\登记照4\2233444 1.jpg2233444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222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104140</wp:posOffset>
                </wp:positionV>
                <wp:extent cx="2139950" cy="1057275"/>
                <wp:effectExtent l="0" t="0" r="0" b="0"/>
                <wp:wrapNone/>
                <wp:docPr id="7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95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杨浦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区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138-0000-0000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123456789@qq.com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263.55pt;margin-top:8.2pt;height:83.25pt;width:168.5pt;z-index:251665408;mso-width-relative:page;mso-height-relative:page;" filled="f" stroked="f" coordsize="21600,21600" o:gfxdata="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j5xW3XAAAACgEAAA8AAAAAAAAAAQAgAAAAIgAAAGRycy9kb3ducmV2Lnht&#10;bFBLAQIUABQAAAAIAIdO4kDE3rMuwQEAAGcDAAAOAAAAAAAAAAEAIAAAACYBAABkcnMvZTJvRG9j&#10;LnhtbFBLBQYAAAAABgAGAFkBAABZ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  <w:t>市</w:t>
                      </w: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  <w:t>杨浦</w:t>
                      </w: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  <w:t>区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  <w:t>138-0000-0000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2"/>
                          <w:szCs w:val="19"/>
                        </w:rPr>
                        <w:t>123456789@qq.com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154305</wp:posOffset>
                </wp:positionV>
                <wp:extent cx="2085340" cy="886460"/>
                <wp:effectExtent l="0" t="0" r="0" b="0"/>
                <wp:wrapNone/>
                <wp:docPr id="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340" cy="88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40"/>
                                <w:szCs w:val="28"/>
                              </w:rPr>
                              <w:t>赵 宇 明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18"/>
                                <w:szCs w:val="13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b/>
                                <w:color w:val="323E4F"/>
                                <w:sz w:val="1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18"/>
                                <w:szCs w:val="32"/>
                              </w:rPr>
                              <w:t>应聘岗位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18"/>
                                <w:szCs w:val="32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18"/>
                                <w:szCs w:val="32"/>
                              </w:rPr>
                              <w:t>JAVA开发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18"/>
                                <w:szCs w:val="32"/>
                              </w:rPr>
                              <w:t>工程师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42.05pt;margin-top:12.15pt;height:69.8pt;width:164.2pt;z-index:251660288;mso-width-relative:page;mso-height-relative:page;" filled="f" stroked="f" coordsize="21600,21600" o:gfxdata="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03CK9cAAAAJAQAADwAAAAAAAAABACAAAAAiAAAAZHJz&#10;L2Rvd25yZXYueG1sUEsBAhQAFAAAAAgAh07iQJZQ713MAQAAfwMAAA4AAAAAAAAAAQAgAAAAJgEA&#10;AGRycy9lMm9Eb2MueG1sUEsFBgAAAAAGAAYAWQEAAGQ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4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40"/>
                          <w:szCs w:val="28"/>
                        </w:rPr>
                        <w:t>赵 宇 明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18"/>
                          <w:szCs w:val="13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b/>
                          <w:color w:val="323E4F"/>
                          <w:sz w:val="1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18"/>
                          <w:szCs w:val="32"/>
                        </w:rPr>
                        <w:t>应聘岗位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18"/>
                          <w:szCs w:val="32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18"/>
                          <w:szCs w:val="32"/>
                        </w:rPr>
                        <w:t>JAVA开发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18"/>
                          <w:szCs w:val="32"/>
                        </w:rPr>
                        <w:t>工程师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3220085</wp:posOffset>
                </wp:positionH>
                <wp:positionV relativeFrom="paragraph">
                  <wp:posOffset>53340</wp:posOffset>
                </wp:positionV>
                <wp:extent cx="85090" cy="145415"/>
                <wp:effectExtent l="17780" t="0" r="30480" b="6985"/>
                <wp:wrapNone/>
                <wp:docPr id="26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" cy="145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23E4F"/>
                        </a:solidFill>
                        <a:ln w="25400">
                          <a:noFill/>
                        </a:ln>
                      </wps:spPr>
                      <wps:bodyPr vert="horz" wrap="square" lIns="91440" tIns="45720" rIns="91440" bIns="324000" anchor="ctr" upright="1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253.55pt;margin-top:4.2pt;height:11.45pt;width:6.7pt;z-index:251683840;v-text-anchor:middle;mso-width-relative:page;mso-height-relative:page;" fillcolor="#323E4F" filled="t" stroked="f" coordsize="559792,955625" o:gfxdata="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ARNrILW&#10;AAAACAEAAA8AAAAAAAAAAQAgAAAAIgAAAGRycy9kb3ducmV2LnhtbFBLAQIUABQAAAAIAIdO4kCu&#10;vhoEPwMAAIgIAAAOAAAAAAAAAAEAIAAAACUBAABkcnMvZTJvRG9jLnhtbFBLBQYAAAAABgAGAFkB&#10;AADWBgAAAAA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2pt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111760</wp:posOffset>
                </wp:positionV>
                <wp:extent cx="111125" cy="146050"/>
                <wp:effectExtent l="0" t="0" r="3175" b="6350"/>
                <wp:wrapNone/>
                <wp:docPr id="27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460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5634" y="0"/>
                            </a:cxn>
                            <a:cxn ang="0">
                              <a:pos x="65892" y="8624"/>
                            </a:cxn>
                            <a:cxn ang="0">
                              <a:pos x="80255" y="51748"/>
                            </a:cxn>
                            <a:cxn ang="0">
                              <a:pos x="76151" y="63823"/>
                            </a:cxn>
                            <a:cxn ang="0">
                              <a:pos x="51530" y="75897"/>
                            </a:cxn>
                            <a:cxn ang="0">
                              <a:pos x="98720" y="167320"/>
                            </a:cxn>
                            <a:cxn ang="0">
                              <a:pos x="122321" y="154816"/>
                            </a:cxn>
                            <a:cxn ang="0">
                              <a:pos x="137703" y="156970"/>
                            </a:cxn>
                            <a:cxn ang="0">
                              <a:pos x="176686" y="189744"/>
                            </a:cxn>
                            <a:cxn ang="0">
                              <a:pos x="178738" y="201819"/>
                            </a:cxn>
                            <a:cxn ang="0">
                              <a:pos x="156169" y="231143"/>
                            </a:cxn>
                            <a:cxn ang="0">
                              <a:pos x="135651" y="234593"/>
                            </a:cxn>
                            <a:cxn ang="0">
                              <a:pos x="237" y="13799"/>
                            </a:cxn>
                            <a:cxn ang="0">
                              <a:pos x="14599" y="3449"/>
                            </a:cxn>
                            <a:cxn ang="0">
                              <a:pos x="55634" y="0"/>
                            </a:cxn>
                          </a:cxnLst>
                          <a:rect l="0" t="0" r="0" b="0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23E4F"/>
                        </a:solidFill>
                        <a:ln w="254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253.75pt;margin-top:8.8pt;height:11.5pt;width:8.75pt;z-index:251684864;v-text-anchor:middle;mso-width-relative:page;mso-height-relative:page;" fillcolor="#323E4F" filled="t" stroked="f" coordsize="1978606,3092264" o:gfxdata="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55634,0;65892,8624;80255,51748;76151,63823;51530,75897;98720,167320;122321,154816;137703,156970;176686,189744;178738,201819;156169,231143;135651,234593;237,13799;14599,3449;55634,0" o:connectangles="0,0,0,0,0,0,0,0,0,0,0,0,0,0,0"/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3208655</wp:posOffset>
                </wp:positionH>
                <wp:positionV relativeFrom="paragraph">
                  <wp:posOffset>29845</wp:posOffset>
                </wp:positionV>
                <wp:extent cx="140335" cy="93345"/>
                <wp:effectExtent l="0" t="0" r="12065" b="1905"/>
                <wp:wrapNone/>
                <wp:docPr id="28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933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4795" h="3320682">
                              <a:moveTo>
                                <a:pt x="1897867" y="1805825"/>
                              </a:moveTo>
                              <a:lnTo>
                                <a:pt x="2485737" y="2315734"/>
                              </a:lnTo>
                              <a:lnTo>
                                <a:pt x="3073607" y="1805825"/>
                              </a:lnTo>
                              <a:lnTo>
                                <a:pt x="4820061" y="3320682"/>
                              </a:lnTo>
                              <a:lnTo>
                                <a:pt x="151413" y="3320682"/>
                              </a:lnTo>
                              <a:close/>
                              <a:moveTo>
                                <a:pt x="0" y="159634"/>
                              </a:moveTo>
                              <a:lnTo>
                                <a:pt x="1788328" y="1710812"/>
                              </a:lnTo>
                              <a:lnTo>
                                <a:pt x="0" y="3261996"/>
                              </a:lnTo>
                              <a:close/>
                              <a:moveTo>
                                <a:pt x="4974795" y="156753"/>
                              </a:moveTo>
                              <a:lnTo>
                                <a:pt x="4974795" y="3264872"/>
                              </a:lnTo>
                              <a:lnTo>
                                <a:pt x="3183146" y="1710812"/>
                              </a:lnTo>
                              <a:close/>
                              <a:moveTo>
                                <a:pt x="35040" y="0"/>
                              </a:moveTo>
                              <a:lnTo>
                                <a:pt x="4936434" y="0"/>
                              </a:lnTo>
                              <a:lnTo>
                                <a:pt x="2485737" y="21257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23E4F"/>
                        </a:solidFill>
                        <a:ln w="254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252.65pt;margin-top:2.35pt;height:7.35pt;width:11.05pt;z-index:251685888;v-text-anchor:middle;mso-width-relative:page;mso-height-relative:page;" fillcolor="#323E4F" filled="t" stroked="f" coordsize="4974795,3320682" o:gfxdata="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U9+AvNkA&#10;AAAIAQAADwAAAAAAAAABACAAAAAiAAAAZHJzL2Rvd25yZXYueG1sUEsBAhQAFAAAAAgAh07iQED1&#10;wHPJAgAAvAYAAA4AAAAAAAAAAQAgAAAAKAEAAGRycy9lMm9Eb2MueG1sUEsFBgAAAAAGAAYAWQEA&#10;AGMGAAAAAA==&#10;" path="m1897867,1805825l2485737,2315734,3073607,1805825,4820061,3320682,151413,3320682xm0,159634l1788328,1710812,0,3261996xm4974795,156753l4974795,3264872,3183146,1710812xm35040,0l4936434,0,2485737,2125709xe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414020</wp:posOffset>
                </wp:positionV>
                <wp:extent cx="6162675" cy="0"/>
                <wp:effectExtent l="0" t="0" r="0" b="0"/>
                <wp:wrapNone/>
                <wp:docPr id="13" name="自选图形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267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53" o:spid="_x0000_s1026" o:spt="32" type="#_x0000_t32" style="position:absolute;left:0pt;flip:y;margin-left:70.15pt;margin-top:32.6pt;height:0pt;width:485.25pt;z-index:251670528;mso-width-relative:page;mso-height-relative:page;" filled="f" stroked="t" coordsize="21600,21600" o:gfxdata="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6mqw/XAAAACgEAAA8AAAAAAAAAAQAgAAAAIgAAAGRycy9kb3du&#10;cmV2LnhtbFBLAQIUABQAAAAIAIdO4kB1pJZdAAIAAPEDAAAOAAAAAAAAAAEAIAAAACYBAABkcnMv&#10;ZTJvRG9jLnhtbFBLBQYAAAAABgAGAFkBAACYBQAAAAA=&#10;">
                <v:fill on="f" focussize="0,0"/>
                <v:stroke weight="1.25pt" color="#323E4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455930</wp:posOffset>
                </wp:positionV>
                <wp:extent cx="6896100" cy="880745"/>
                <wp:effectExtent l="0" t="0" r="0" b="0"/>
                <wp:wrapNone/>
                <wp:docPr id="5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880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>2012.09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>2016.0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中国社会大学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市场营销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kern w:val="24"/>
                                <w:sz w:val="21"/>
                              </w:rPr>
                              <w:t>本科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1"/>
                              </w:rPr>
                              <w:t>主修课程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1"/>
                              </w:rPr>
                              <w:t>基本会计、统计学、市场营销、国际市场营销、市场调查与预测、商业心理学等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000000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kern w:val="24"/>
                                <w:sz w:val="21"/>
                              </w:rPr>
                              <w:t>连续2年获得校综合奖学金“励志奖”，获校二等奖学金、国家励志奖学金各一次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2.65pt;margin-top:35.9pt;height:69.35pt;width:543pt;z-index:251663360;mso-width-relative:page;mso-height-relative:page;" filled="f" stroked="f" coordsize="21600,21600" o:gfxdata="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bcFmNUAAAAKAQAADwAAAAAAAAABACAAAAAiAAAAZHJzL2Rv&#10;d25yZXYueG1sUEsBAhQAFAAAAAgAh07iQD8KZbrLAQAAgAMAAA4AAAAAAAAAAQAgAAAAJA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403"/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>2012.09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>2016.0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中国社会大学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市场营销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kern w:val="24"/>
                          <w:sz w:val="21"/>
                        </w:rPr>
                        <w:t>本科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1"/>
                        </w:rPr>
                        <w:t>主修课程</w:t>
                      </w:r>
                      <w:r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1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1"/>
                        </w:rPr>
                        <w:t>基本会计、统计学、市场营销、国际市场营销、市场调查与预测、商业心理学等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000000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kern w:val="24"/>
                          <w:sz w:val="21"/>
                        </w:rPr>
                        <w:t>连续2年获得校综合奖学金“励志奖”，获校二等奖学金、国家励志奖学金各一次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18415</wp:posOffset>
                </wp:positionV>
                <wp:extent cx="1257300" cy="471805"/>
                <wp:effectExtent l="0" t="0" r="0" b="0"/>
                <wp:wrapNone/>
                <wp:docPr id="12" name="文本框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71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背景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52" o:spid="_x0000_s1026" o:spt="202" type="#_x0000_t202" style="position:absolute;left:0pt;margin-left:62.65pt;margin-top:1.45pt;height:37.15pt;width:99pt;z-index:251669504;mso-width-relative:page;mso-height-relative:page;" filled="f" stroked="f" coordsize="21600,21600" o:gfxdata="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EeGSZ2QAAAAgBAAAPAAAAAAAAAAEAIAAAACIAAABkcnMvZG93bnJldi54&#10;bWxQSwECFAAUAAAACACHTuJAaXVA6MABAABpAwAADgAAAAAAAAABACAAAAAoAQAAZHJzL2Uyb0Rv&#10;Yy54bWxQSwUGAAAAAAYABgBZAQAAWg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sz w:val="28"/>
                        </w:rPr>
                        <w:t>教育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104140</wp:posOffset>
                </wp:positionV>
                <wp:extent cx="323850" cy="323850"/>
                <wp:effectExtent l="0" t="0" r="0" b="0"/>
                <wp:wrapNone/>
                <wp:docPr id="11" name="Freeform 1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>
                            <a:gd name="txL" fmla="*/ 0 w 166"/>
                            <a:gd name="txT" fmla="*/ 0 h 166"/>
                            <a:gd name="txR" fmla="*/ 166 w 166"/>
                            <a:gd name="txB" fmla="*/ 166 h 166"/>
                          </a:gdLst>
                          <a:ahLst/>
                          <a:cxnLst>
                            <a:cxn ang="0">
                              <a:pos x="966444327" y="487825578"/>
                            </a:cxn>
                            <a:cxn ang="0">
                              <a:pos x="865199510" y="598274193"/>
                            </a:cxn>
                            <a:cxn ang="0">
                              <a:pos x="865199510" y="598274193"/>
                            </a:cxn>
                            <a:cxn ang="0">
                              <a:pos x="809973687" y="653500016"/>
                            </a:cxn>
                            <a:cxn ang="0">
                              <a:pos x="763951663" y="644296218"/>
                            </a:cxn>
                            <a:cxn ang="0">
                              <a:pos x="653500016" y="763951663"/>
                            </a:cxn>
                            <a:cxn ang="0">
                              <a:pos x="763951663" y="874403309"/>
                            </a:cxn>
                            <a:cxn ang="0">
                              <a:pos x="883607108" y="763951663"/>
                            </a:cxn>
                            <a:cxn ang="0">
                              <a:pos x="874403309" y="717929638"/>
                            </a:cxn>
                            <a:cxn ang="0">
                              <a:pos x="1003262553" y="598274193"/>
                            </a:cxn>
                            <a:cxn ang="0">
                              <a:pos x="1003262553" y="589070395"/>
                            </a:cxn>
                            <a:cxn ang="0">
                              <a:pos x="1040077747" y="552255200"/>
                            </a:cxn>
                            <a:cxn ang="0">
                              <a:pos x="1260981040" y="589070395"/>
                            </a:cxn>
                            <a:cxn ang="0">
                              <a:pos x="1527903325" y="322148109"/>
                            </a:cxn>
                            <a:cxn ang="0">
                              <a:pos x="1251777241" y="276126084"/>
                            </a:cxn>
                            <a:cxn ang="0">
                              <a:pos x="1113711167" y="414192158"/>
                            </a:cxn>
                            <a:cxn ang="0">
                              <a:pos x="1113711167" y="414192158"/>
                            </a:cxn>
                            <a:cxn ang="0">
                              <a:pos x="1251777241" y="276126084"/>
                            </a:cxn>
                            <a:cxn ang="0">
                              <a:pos x="1205755216" y="0"/>
                            </a:cxn>
                            <a:cxn ang="0">
                              <a:pos x="938832931" y="266922286"/>
                            </a:cxn>
                            <a:cxn ang="0">
                              <a:pos x="966444327" y="487825578"/>
                            </a:cxn>
                            <a:cxn ang="0">
                              <a:pos x="1279388637" y="653500016"/>
                            </a:cxn>
                            <a:cxn ang="0">
                              <a:pos x="1260981040" y="681114444"/>
                            </a:cxn>
                            <a:cxn ang="0">
                              <a:pos x="1260981040" y="763951663"/>
                            </a:cxn>
                            <a:cxn ang="0">
                              <a:pos x="763951663" y="1260981040"/>
                            </a:cxn>
                            <a:cxn ang="0">
                              <a:pos x="266922286" y="763951663"/>
                            </a:cxn>
                            <a:cxn ang="0">
                              <a:pos x="763951663" y="266922286"/>
                            </a:cxn>
                            <a:cxn ang="0">
                              <a:pos x="837585083" y="266922286"/>
                            </a:cxn>
                            <a:cxn ang="0">
                              <a:pos x="1049281546" y="55225823"/>
                            </a:cxn>
                            <a:cxn ang="0">
                              <a:pos x="763951663" y="0"/>
                            </a:cxn>
                            <a:cxn ang="0">
                              <a:pos x="0" y="763951663"/>
                            </a:cxn>
                            <a:cxn ang="0">
                              <a:pos x="763951663" y="1527903325"/>
                            </a:cxn>
                            <a:cxn ang="0">
                              <a:pos x="1527903325" y="763951663"/>
                            </a:cxn>
                            <a:cxn ang="0">
                              <a:pos x="1472677502" y="469414950"/>
                            </a:cxn>
                            <a:cxn ang="0">
                              <a:pos x="1279388637" y="653500016"/>
                            </a:cxn>
                            <a:cxn ang="0">
                              <a:pos x="763951663" y="570662797"/>
                            </a:cxn>
                            <a:cxn ang="0">
                              <a:pos x="800769889" y="570662797"/>
                            </a:cxn>
                            <a:cxn ang="0">
                              <a:pos x="902014705" y="478621780"/>
                            </a:cxn>
                            <a:cxn ang="0">
                              <a:pos x="883607108" y="358966335"/>
                            </a:cxn>
                            <a:cxn ang="0">
                              <a:pos x="763951663" y="340555706"/>
                            </a:cxn>
                            <a:cxn ang="0">
                              <a:pos x="340555706" y="763951663"/>
                            </a:cxn>
                            <a:cxn ang="0">
                              <a:pos x="763951663" y="1187347619"/>
                            </a:cxn>
                            <a:cxn ang="0">
                              <a:pos x="1187347619" y="763951663"/>
                            </a:cxn>
                            <a:cxn ang="0">
                              <a:pos x="1178143821" y="653500016"/>
                            </a:cxn>
                            <a:cxn ang="0">
                              <a:pos x="1049281546" y="625888621"/>
                            </a:cxn>
                            <a:cxn ang="0">
                              <a:pos x="957240528" y="727133437"/>
                            </a:cxn>
                            <a:cxn ang="0">
                              <a:pos x="957240528" y="763951663"/>
                            </a:cxn>
                            <a:cxn ang="0">
                              <a:pos x="763951663" y="948036729"/>
                            </a:cxn>
                            <a:cxn ang="0">
                              <a:pos x="579866596" y="763951663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</a:cxnLst>
                          <a:rect l="txL" t="txT" r="txR" b="txB"/>
                          <a:pathLst>
                            <a:path w="166" h="166">
                              <a:moveTo>
                                <a:pt x="105" y="53"/>
                              </a:move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88" y="71"/>
                                <a:pt x="88" y="71"/>
                                <a:pt x="88" y="71"/>
                              </a:cubicBezTo>
                              <a:cubicBezTo>
                                <a:pt x="86" y="71"/>
                                <a:pt x="85" y="70"/>
                                <a:pt x="83" y="70"/>
                              </a:cubicBezTo>
                              <a:cubicBezTo>
                                <a:pt x="76" y="70"/>
                                <a:pt x="71" y="76"/>
                                <a:pt x="71" y="83"/>
                              </a:cubicBezTo>
                              <a:cubicBezTo>
                                <a:pt x="71" y="90"/>
                                <a:pt x="76" y="95"/>
                                <a:pt x="83" y="95"/>
                              </a:cubicBezTo>
                              <a:cubicBezTo>
                                <a:pt x="90" y="95"/>
                                <a:pt x="96" y="90"/>
                                <a:pt x="96" y="83"/>
                              </a:cubicBezTo>
                              <a:cubicBezTo>
                                <a:pt x="96" y="81"/>
                                <a:pt x="95" y="80"/>
                                <a:pt x="95" y="78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109" y="64"/>
                                <a:pt x="109" y="64"/>
                                <a:pt x="109" y="64"/>
                              </a:cubicBezTo>
                              <a:cubicBezTo>
                                <a:pt x="113" y="60"/>
                                <a:pt x="113" y="60"/>
                                <a:pt x="113" y="60"/>
                              </a:cubicBezTo>
                              <a:cubicBezTo>
                                <a:pt x="137" y="64"/>
                                <a:pt x="137" y="64"/>
                                <a:pt x="137" y="64"/>
                              </a:cubicBezTo>
                              <a:cubicBezTo>
                                <a:pt x="166" y="35"/>
                                <a:pt x="166" y="35"/>
                                <a:pt x="166" y="3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31" y="0"/>
                                <a:pt x="131" y="0"/>
                                <a:pt x="131" y="0"/>
                              </a:cubicBezTo>
                              <a:cubicBezTo>
                                <a:pt x="102" y="29"/>
                                <a:pt x="102" y="29"/>
                                <a:pt x="102" y="29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lose/>
                              <a:moveTo>
                                <a:pt x="139" y="71"/>
                              </a:moveTo>
                              <a:cubicBezTo>
                                <a:pt x="137" y="74"/>
                                <a:pt x="137" y="74"/>
                                <a:pt x="137" y="74"/>
                              </a:cubicBezTo>
                              <a:cubicBezTo>
                                <a:pt x="137" y="77"/>
                                <a:pt x="137" y="79"/>
                                <a:pt x="137" y="83"/>
                              </a:cubicBezTo>
                              <a:cubicBezTo>
                                <a:pt x="137" y="113"/>
                                <a:pt x="113" y="137"/>
                                <a:pt x="83" y="137"/>
                              </a:cubicBezTo>
                              <a:cubicBezTo>
                                <a:pt x="53" y="137"/>
                                <a:pt x="29" y="113"/>
                                <a:pt x="29" y="83"/>
                              </a:cubicBezTo>
                              <a:cubicBezTo>
                                <a:pt x="29" y="53"/>
                                <a:pt x="53" y="28"/>
                                <a:pt x="83" y="29"/>
                              </a:cubicBezTo>
                              <a:cubicBezTo>
                                <a:pt x="86" y="29"/>
                                <a:pt x="89" y="29"/>
                                <a:pt x="91" y="29"/>
                              </a:cubicBezTo>
                              <a:cubicBezTo>
                                <a:pt x="114" y="6"/>
                                <a:pt x="114" y="6"/>
                                <a:pt x="114" y="6"/>
                              </a:cubicBezTo>
                              <a:cubicBezTo>
                                <a:pt x="105" y="2"/>
                                <a:pt x="94" y="0"/>
                                <a:pt x="83" y="0"/>
                              </a:cubicBezTo>
                              <a:cubicBezTo>
                                <a:pt x="37" y="0"/>
                                <a:pt x="0" y="37"/>
                                <a:pt x="0" y="83"/>
                              </a:cubicBezTo>
                              <a:cubicBezTo>
                                <a:pt x="0" y="129"/>
                                <a:pt x="37" y="166"/>
                                <a:pt x="83" y="166"/>
                              </a:cubicBezTo>
                              <a:cubicBezTo>
                                <a:pt x="129" y="166"/>
                                <a:pt x="166" y="129"/>
                                <a:pt x="166" y="83"/>
                              </a:cubicBezTo>
                              <a:cubicBezTo>
                                <a:pt x="166" y="72"/>
                                <a:pt x="164" y="61"/>
                                <a:pt x="160" y="51"/>
                              </a:cubicBezTo>
                              <a:cubicBezTo>
                                <a:pt x="139" y="71"/>
                                <a:pt x="139" y="71"/>
                                <a:pt x="139" y="71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5" y="62"/>
                                <a:pt x="86" y="62"/>
                                <a:pt x="87" y="62"/>
                              </a:cubicBezTo>
                              <a:cubicBezTo>
                                <a:pt x="98" y="52"/>
                                <a:pt x="98" y="52"/>
                                <a:pt x="98" y="52"/>
                              </a:cubicBezTo>
                              <a:cubicBezTo>
                                <a:pt x="96" y="39"/>
                                <a:pt x="96" y="39"/>
                                <a:pt x="96" y="39"/>
                              </a:cubicBezTo>
                              <a:cubicBezTo>
                                <a:pt x="92" y="37"/>
                                <a:pt x="88" y="37"/>
                                <a:pt x="83" y="37"/>
                              </a:cubicBezTo>
                              <a:cubicBezTo>
                                <a:pt x="58" y="37"/>
                                <a:pt x="37" y="57"/>
                                <a:pt x="37" y="83"/>
                              </a:cubicBezTo>
                              <a:cubicBezTo>
                                <a:pt x="37" y="108"/>
                                <a:pt x="58" y="129"/>
                                <a:pt x="83" y="129"/>
                              </a:cubicBezTo>
                              <a:cubicBezTo>
                                <a:pt x="109" y="129"/>
                                <a:pt x="129" y="108"/>
                                <a:pt x="129" y="83"/>
                              </a:cubicBezTo>
                              <a:cubicBezTo>
                                <a:pt x="129" y="79"/>
                                <a:pt x="129" y="75"/>
                                <a:pt x="128" y="71"/>
                              </a:cubicBezTo>
                              <a:cubicBezTo>
                                <a:pt x="114" y="68"/>
                                <a:pt x="114" y="68"/>
                                <a:pt x="114" y="68"/>
                              </a:cubicBezTo>
                              <a:cubicBezTo>
                                <a:pt x="104" y="79"/>
                                <a:pt x="104" y="79"/>
                                <a:pt x="104" y="79"/>
                              </a:cubicBezTo>
                              <a:cubicBezTo>
                                <a:pt x="104" y="80"/>
                                <a:pt x="104" y="81"/>
                                <a:pt x="104" y="83"/>
                              </a:cubicBezTo>
                              <a:cubicBezTo>
                                <a:pt x="104" y="94"/>
                                <a:pt x="95" y="103"/>
                                <a:pt x="83" y="103"/>
                              </a:cubicBezTo>
                              <a:cubicBezTo>
                                <a:pt x="72" y="103"/>
                                <a:pt x="63" y="94"/>
                                <a:pt x="63" y="83"/>
                              </a:cubicBezTo>
                              <a:cubicBezTo>
                                <a:pt x="63" y="71"/>
                                <a:pt x="72" y="62"/>
                                <a:pt x="83" y="62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3" y="62"/>
                                <a:pt x="83" y="62"/>
                                <a:pt x="83" y="62"/>
                              </a:cubicBezTo>
                            </a:path>
                          </a:pathLst>
                        </a:custGeom>
                        <a:solidFill>
                          <a:srgbClr val="323E4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77" o:spid="_x0000_s1026" o:spt="100" style="position:absolute;left:0pt;margin-left:36.5pt;margin-top:8.2pt;height:25.5pt;width:25.5pt;z-index:251668480;mso-width-relative:page;mso-height-relative:page;" fillcolor="#323E4F" filled="t" stroked="f" coordsize="166,166" o:gfxdata="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" path="m105,53c94,65,94,65,94,65c94,65,94,65,94,65c88,71,88,71,88,71c86,71,85,70,83,70c76,70,71,76,71,83c71,90,76,95,83,95c90,95,96,90,96,83c96,81,95,80,95,78c109,65,109,65,109,65c109,64,109,64,109,64c113,60,113,60,113,60c137,64,137,64,137,64c166,35,166,35,166,35c136,30,136,30,136,30c121,45,121,45,121,45c121,45,121,45,121,45c136,30,136,30,136,30c131,0,131,0,131,0c102,29,102,29,102,29c105,53,105,53,105,53xm139,71c137,74,137,74,137,74c137,77,137,79,137,83c137,113,113,137,83,137c53,137,29,113,29,83c29,53,53,28,83,29c86,29,89,29,91,29c114,6,114,6,114,6c105,2,94,0,83,0c37,0,0,37,0,83c0,129,37,166,83,166c129,166,166,129,166,83c166,72,164,61,160,51c139,71,139,71,139,71xm83,62c85,62,86,62,87,62c98,52,98,52,98,52c96,39,96,39,96,39c92,37,88,37,83,37c58,37,37,57,37,83c37,108,58,129,83,129c109,129,129,108,129,83c129,79,129,75,128,71c114,68,114,68,114,68c104,79,104,79,104,79c104,80,104,81,104,83c104,94,95,103,83,103c72,103,63,94,63,83c63,71,72,62,83,62xm83,62c83,62,83,62,83,62e">
                <v:path o:connectlocs="966444327,487825578;865199510,598274193;865199510,598274193;809973687,653500016;763951663,644296218;653500016,763951663;763951663,874403309;883607108,763951663;874403309,717929638;1003262553,598274193;1003262553,589070395;1040077747,552255200;1260981040,589070395;1527903325,322148109;1251777241,276126084;1113711167,414192158;1113711167,414192158;1251777241,276126084;1205755216,0;938832931,266922286;966444327,487825578;1279388637,653500016;1260981040,681114444;1260981040,763951663;763951663,1260981040;266922286,763951663;763951663,266922286;837585083,266922286;1049281546,55225823;763951663,0;0,763951663;763951663,1527903325;1527903325,763951663;1472677502,469414950;1279388637,653500016;763951663,570662797;800769889,570662797;902014705,478621780;883607108,358966335;763951663,340555706;340555706,763951663;763951663,1187347619;1187347619,763951663;1178143821,653500016;1049281546,625888621;957240528,727133437;957240528,763951663;763951663,948036729;579866596,763951663;763951663,570662797;763951663,570662797;763951663,570662797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114935</wp:posOffset>
                </wp:positionV>
                <wp:extent cx="1134745" cy="471805"/>
                <wp:effectExtent l="0" t="0" r="0" b="0"/>
                <wp:wrapNone/>
                <wp:docPr id="15" name="文本框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471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实习经历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57" o:spid="_x0000_s1026" o:spt="202" type="#_x0000_t202" style="position:absolute;left:0pt;margin-left:62.6pt;margin-top:9.05pt;height:37.15pt;width:89.35pt;z-index:251672576;mso-width-relative:page;mso-height-relative:page;" filled="f" stroked="f" coordsize="21600,21600" o:gfxdata="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D9PzF7bAAAACQEAAA8AAAAAAAAAAQAgAAAAIgAAAGRycy9kb3ducmV2&#10;LnhtbFBLAQIUABQAAAAIAIdO4kAfWq0jwAEAAGkDAAAOAAAAAAAAAAEAIAAAACoBAABkcnMvZTJv&#10;RG9jLnhtbFBLBQYAAAAABgAGAFkBAABc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sz w:val="28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46990</wp:posOffset>
                </wp:positionV>
                <wp:extent cx="323850" cy="323850"/>
                <wp:effectExtent l="0" t="0" r="0" b="0"/>
                <wp:wrapNone/>
                <wp:docPr id="14" name="Freeform 1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>
                            <a:gd name="txL" fmla="*/ 0 w 166"/>
                            <a:gd name="txT" fmla="*/ 0 h 166"/>
                            <a:gd name="txR" fmla="*/ 166 w 166"/>
                            <a:gd name="txB" fmla="*/ 166 h 166"/>
                          </a:gdLst>
                          <a:ahLst/>
                          <a:cxnLst>
                            <a:cxn ang="0">
                              <a:pos x="966444327" y="487825578"/>
                            </a:cxn>
                            <a:cxn ang="0">
                              <a:pos x="865199510" y="598274193"/>
                            </a:cxn>
                            <a:cxn ang="0">
                              <a:pos x="865199510" y="598274193"/>
                            </a:cxn>
                            <a:cxn ang="0">
                              <a:pos x="809973687" y="653500016"/>
                            </a:cxn>
                            <a:cxn ang="0">
                              <a:pos x="763951663" y="644296218"/>
                            </a:cxn>
                            <a:cxn ang="0">
                              <a:pos x="653500016" y="763951663"/>
                            </a:cxn>
                            <a:cxn ang="0">
                              <a:pos x="763951663" y="874403309"/>
                            </a:cxn>
                            <a:cxn ang="0">
                              <a:pos x="883607108" y="763951663"/>
                            </a:cxn>
                            <a:cxn ang="0">
                              <a:pos x="874403309" y="717929638"/>
                            </a:cxn>
                            <a:cxn ang="0">
                              <a:pos x="1003262553" y="598274193"/>
                            </a:cxn>
                            <a:cxn ang="0">
                              <a:pos x="1003262553" y="589070395"/>
                            </a:cxn>
                            <a:cxn ang="0">
                              <a:pos x="1040077747" y="552255200"/>
                            </a:cxn>
                            <a:cxn ang="0">
                              <a:pos x="1260981040" y="589070395"/>
                            </a:cxn>
                            <a:cxn ang="0">
                              <a:pos x="1527903325" y="322148109"/>
                            </a:cxn>
                            <a:cxn ang="0">
                              <a:pos x="1251777241" y="276126084"/>
                            </a:cxn>
                            <a:cxn ang="0">
                              <a:pos x="1113711167" y="414192158"/>
                            </a:cxn>
                            <a:cxn ang="0">
                              <a:pos x="1113711167" y="414192158"/>
                            </a:cxn>
                            <a:cxn ang="0">
                              <a:pos x="1251777241" y="276126084"/>
                            </a:cxn>
                            <a:cxn ang="0">
                              <a:pos x="1205755216" y="0"/>
                            </a:cxn>
                            <a:cxn ang="0">
                              <a:pos x="938832931" y="266922286"/>
                            </a:cxn>
                            <a:cxn ang="0">
                              <a:pos x="966444327" y="487825578"/>
                            </a:cxn>
                            <a:cxn ang="0">
                              <a:pos x="1279388637" y="653500016"/>
                            </a:cxn>
                            <a:cxn ang="0">
                              <a:pos x="1260981040" y="681114444"/>
                            </a:cxn>
                            <a:cxn ang="0">
                              <a:pos x="1260981040" y="763951663"/>
                            </a:cxn>
                            <a:cxn ang="0">
                              <a:pos x="763951663" y="1260981040"/>
                            </a:cxn>
                            <a:cxn ang="0">
                              <a:pos x="266922286" y="763951663"/>
                            </a:cxn>
                            <a:cxn ang="0">
                              <a:pos x="763951663" y="266922286"/>
                            </a:cxn>
                            <a:cxn ang="0">
                              <a:pos x="837585083" y="266922286"/>
                            </a:cxn>
                            <a:cxn ang="0">
                              <a:pos x="1049281546" y="55225823"/>
                            </a:cxn>
                            <a:cxn ang="0">
                              <a:pos x="763951663" y="0"/>
                            </a:cxn>
                            <a:cxn ang="0">
                              <a:pos x="0" y="763951663"/>
                            </a:cxn>
                            <a:cxn ang="0">
                              <a:pos x="763951663" y="1527903325"/>
                            </a:cxn>
                            <a:cxn ang="0">
                              <a:pos x="1527903325" y="763951663"/>
                            </a:cxn>
                            <a:cxn ang="0">
                              <a:pos x="1472677502" y="469414950"/>
                            </a:cxn>
                            <a:cxn ang="0">
                              <a:pos x="1279388637" y="653500016"/>
                            </a:cxn>
                            <a:cxn ang="0">
                              <a:pos x="763951663" y="570662797"/>
                            </a:cxn>
                            <a:cxn ang="0">
                              <a:pos x="800769889" y="570662797"/>
                            </a:cxn>
                            <a:cxn ang="0">
                              <a:pos x="902014705" y="478621780"/>
                            </a:cxn>
                            <a:cxn ang="0">
                              <a:pos x="883607108" y="358966335"/>
                            </a:cxn>
                            <a:cxn ang="0">
                              <a:pos x="763951663" y="340555706"/>
                            </a:cxn>
                            <a:cxn ang="0">
                              <a:pos x="340555706" y="763951663"/>
                            </a:cxn>
                            <a:cxn ang="0">
                              <a:pos x="763951663" y="1187347619"/>
                            </a:cxn>
                            <a:cxn ang="0">
                              <a:pos x="1187347619" y="763951663"/>
                            </a:cxn>
                            <a:cxn ang="0">
                              <a:pos x="1178143821" y="653500016"/>
                            </a:cxn>
                            <a:cxn ang="0">
                              <a:pos x="1049281546" y="625888621"/>
                            </a:cxn>
                            <a:cxn ang="0">
                              <a:pos x="957240528" y="727133437"/>
                            </a:cxn>
                            <a:cxn ang="0">
                              <a:pos x="957240528" y="763951663"/>
                            </a:cxn>
                            <a:cxn ang="0">
                              <a:pos x="763951663" y="948036729"/>
                            </a:cxn>
                            <a:cxn ang="0">
                              <a:pos x="579866596" y="763951663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</a:cxnLst>
                          <a:rect l="txL" t="txT" r="txR" b="txB"/>
                          <a:pathLst>
                            <a:path w="166" h="166">
                              <a:moveTo>
                                <a:pt x="105" y="53"/>
                              </a:move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88" y="71"/>
                                <a:pt x="88" y="71"/>
                                <a:pt x="88" y="71"/>
                              </a:cubicBezTo>
                              <a:cubicBezTo>
                                <a:pt x="86" y="71"/>
                                <a:pt x="85" y="70"/>
                                <a:pt x="83" y="70"/>
                              </a:cubicBezTo>
                              <a:cubicBezTo>
                                <a:pt x="76" y="70"/>
                                <a:pt x="71" y="76"/>
                                <a:pt x="71" y="83"/>
                              </a:cubicBezTo>
                              <a:cubicBezTo>
                                <a:pt x="71" y="90"/>
                                <a:pt x="76" y="95"/>
                                <a:pt x="83" y="95"/>
                              </a:cubicBezTo>
                              <a:cubicBezTo>
                                <a:pt x="90" y="95"/>
                                <a:pt x="96" y="90"/>
                                <a:pt x="96" y="83"/>
                              </a:cubicBezTo>
                              <a:cubicBezTo>
                                <a:pt x="96" y="81"/>
                                <a:pt x="95" y="80"/>
                                <a:pt x="95" y="78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109" y="64"/>
                                <a:pt x="109" y="64"/>
                                <a:pt x="109" y="64"/>
                              </a:cubicBezTo>
                              <a:cubicBezTo>
                                <a:pt x="113" y="60"/>
                                <a:pt x="113" y="60"/>
                                <a:pt x="113" y="60"/>
                              </a:cubicBezTo>
                              <a:cubicBezTo>
                                <a:pt x="137" y="64"/>
                                <a:pt x="137" y="64"/>
                                <a:pt x="137" y="64"/>
                              </a:cubicBezTo>
                              <a:cubicBezTo>
                                <a:pt x="166" y="35"/>
                                <a:pt x="166" y="35"/>
                                <a:pt x="166" y="3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31" y="0"/>
                                <a:pt x="131" y="0"/>
                                <a:pt x="131" y="0"/>
                              </a:cubicBezTo>
                              <a:cubicBezTo>
                                <a:pt x="102" y="29"/>
                                <a:pt x="102" y="29"/>
                                <a:pt x="102" y="29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lose/>
                              <a:moveTo>
                                <a:pt x="139" y="71"/>
                              </a:moveTo>
                              <a:cubicBezTo>
                                <a:pt x="137" y="74"/>
                                <a:pt x="137" y="74"/>
                                <a:pt x="137" y="74"/>
                              </a:cubicBezTo>
                              <a:cubicBezTo>
                                <a:pt x="137" y="77"/>
                                <a:pt x="137" y="79"/>
                                <a:pt x="137" y="83"/>
                              </a:cubicBezTo>
                              <a:cubicBezTo>
                                <a:pt x="137" y="113"/>
                                <a:pt x="113" y="137"/>
                                <a:pt x="83" y="137"/>
                              </a:cubicBezTo>
                              <a:cubicBezTo>
                                <a:pt x="53" y="137"/>
                                <a:pt x="29" y="113"/>
                                <a:pt x="29" y="83"/>
                              </a:cubicBezTo>
                              <a:cubicBezTo>
                                <a:pt x="29" y="53"/>
                                <a:pt x="53" y="28"/>
                                <a:pt x="83" y="29"/>
                              </a:cubicBezTo>
                              <a:cubicBezTo>
                                <a:pt x="86" y="29"/>
                                <a:pt x="89" y="29"/>
                                <a:pt x="91" y="29"/>
                              </a:cubicBezTo>
                              <a:cubicBezTo>
                                <a:pt x="114" y="6"/>
                                <a:pt x="114" y="6"/>
                                <a:pt x="114" y="6"/>
                              </a:cubicBezTo>
                              <a:cubicBezTo>
                                <a:pt x="105" y="2"/>
                                <a:pt x="94" y="0"/>
                                <a:pt x="83" y="0"/>
                              </a:cubicBezTo>
                              <a:cubicBezTo>
                                <a:pt x="37" y="0"/>
                                <a:pt x="0" y="37"/>
                                <a:pt x="0" y="83"/>
                              </a:cubicBezTo>
                              <a:cubicBezTo>
                                <a:pt x="0" y="129"/>
                                <a:pt x="37" y="166"/>
                                <a:pt x="83" y="166"/>
                              </a:cubicBezTo>
                              <a:cubicBezTo>
                                <a:pt x="129" y="166"/>
                                <a:pt x="166" y="129"/>
                                <a:pt x="166" y="83"/>
                              </a:cubicBezTo>
                              <a:cubicBezTo>
                                <a:pt x="166" y="72"/>
                                <a:pt x="164" y="61"/>
                                <a:pt x="160" y="51"/>
                              </a:cubicBezTo>
                              <a:cubicBezTo>
                                <a:pt x="139" y="71"/>
                                <a:pt x="139" y="71"/>
                                <a:pt x="139" y="71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5" y="62"/>
                                <a:pt x="86" y="62"/>
                                <a:pt x="87" y="62"/>
                              </a:cubicBezTo>
                              <a:cubicBezTo>
                                <a:pt x="98" y="52"/>
                                <a:pt x="98" y="52"/>
                                <a:pt x="98" y="52"/>
                              </a:cubicBezTo>
                              <a:cubicBezTo>
                                <a:pt x="96" y="39"/>
                                <a:pt x="96" y="39"/>
                                <a:pt x="96" y="39"/>
                              </a:cubicBezTo>
                              <a:cubicBezTo>
                                <a:pt x="92" y="37"/>
                                <a:pt x="88" y="37"/>
                                <a:pt x="83" y="37"/>
                              </a:cubicBezTo>
                              <a:cubicBezTo>
                                <a:pt x="58" y="37"/>
                                <a:pt x="37" y="57"/>
                                <a:pt x="37" y="83"/>
                              </a:cubicBezTo>
                              <a:cubicBezTo>
                                <a:pt x="37" y="108"/>
                                <a:pt x="58" y="129"/>
                                <a:pt x="83" y="129"/>
                              </a:cubicBezTo>
                              <a:cubicBezTo>
                                <a:pt x="109" y="129"/>
                                <a:pt x="129" y="108"/>
                                <a:pt x="129" y="83"/>
                              </a:cubicBezTo>
                              <a:cubicBezTo>
                                <a:pt x="129" y="79"/>
                                <a:pt x="129" y="75"/>
                                <a:pt x="128" y="71"/>
                              </a:cubicBezTo>
                              <a:cubicBezTo>
                                <a:pt x="114" y="68"/>
                                <a:pt x="114" y="68"/>
                                <a:pt x="114" y="68"/>
                              </a:cubicBezTo>
                              <a:cubicBezTo>
                                <a:pt x="104" y="79"/>
                                <a:pt x="104" y="79"/>
                                <a:pt x="104" y="79"/>
                              </a:cubicBezTo>
                              <a:cubicBezTo>
                                <a:pt x="104" y="80"/>
                                <a:pt x="104" y="81"/>
                                <a:pt x="104" y="83"/>
                              </a:cubicBezTo>
                              <a:cubicBezTo>
                                <a:pt x="104" y="94"/>
                                <a:pt x="95" y="103"/>
                                <a:pt x="83" y="103"/>
                              </a:cubicBezTo>
                              <a:cubicBezTo>
                                <a:pt x="72" y="103"/>
                                <a:pt x="63" y="94"/>
                                <a:pt x="63" y="83"/>
                              </a:cubicBezTo>
                              <a:cubicBezTo>
                                <a:pt x="63" y="71"/>
                                <a:pt x="72" y="62"/>
                                <a:pt x="83" y="62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3" y="62"/>
                                <a:pt x="83" y="62"/>
                                <a:pt x="83" y="62"/>
                              </a:cubicBezTo>
                            </a:path>
                          </a:pathLst>
                        </a:custGeom>
                        <a:solidFill>
                          <a:srgbClr val="323E4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77" o:spid="_x0000_s1026" o:spt="100" style="position:absolute;left:0pt;margin-left:36.45pt;margin-top:3.7pt;height:25.5pt;width:25.5pt;z-index:251671552;mso-width-relative:page;mso-height-relative:page;" fillcolor="#323E4F" filled="t" stroked="f" coordsize="166,166" o:gfxdata="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" path="m105,53c94,65,94,65,94,65c94,65,94,65,94,65c88,71,88,71,88,71c86,71,85,70,83,70c76,70,71,76,71,83c71,90,76,95,83,95c90,95,96,90,96,83c96,81,95,80,95,78c109,65,109,65,109,65c109,64,109,64,109,64c113,60,113,60,113,60c137,64,137,64,137,64c166,35,166,35,166,35c136,30,136,30,136,30c121,45,121,45,121,45c121,45,121,45,121,45c136,30,136,30,136,30c131,0,131,0,131,0c102,29,102,29,102,29c105,53,105,53,105,53xm139,71c137,74,137,74,137,74c137,77,137,79,137,83c137,113,113,137,83,137c53,137,29,113,29,83c29,53,53,28,83,29c86,29,89,29,91,29c114,6,114,6,114,6c105,2,94,0,83,0c37,0,0,37,0,83c0,129,37,166,83,166c129,166,166,129,166,83c166,72,164,61,160,51c139,71,139,71,139,71xm83,62c85,62,86,62,87,62c98,52,98,52,98,52c96,39,96,39,96,39c92,37,88,37,83,37c58,37,37,57,37,83c37,108,58,129,83,129c109,129,129,108,129,83c129,79,129,75,128,71c114,68,114,68,114,68c104,79,104,79,104,79c104,80,104,81,104,83c104,94,95,103,83,103c72,103,63,94,63,83c63,71,72,62,83,62xm83,62c83,62,83,62,83,62e">
                <v:path o:connectlocs="966444327,487825578;865199510,598274193;865199510,598274193;809973687,653500016;763951663,644296218;653500016,763951663;763951663,874403309;883607108,763951663;874403309,717929638;1003262553,598274193;1003262553,589070395;1040077747,552255200;1260981040,589070395;1527903325,322148109;1251777241,276126084;1113711167,414192158;1113711167,414192158;1251777241,276126084;1205755216,0;938832931,266922286;966444327,487825578;1279388637,653500016;1260981040,681114444;1260981040,763951663;763951663,1260981040;266922286,763951663;763951663,266922286;837585083,266922286;1049281546,55225823;763951663,0;0,763951663;763951663,1527903325;1527903325,763951663;1472677502,469414950;1279388637,653500016;763951663,570662797;800769889,570662797;902014705,478621780;883607108,358966335;763951663,340555706;340555706,763951663;763951663,1187347619;1187347619,763951663;1178143821,653500016;1049281546,625888621;957240528,727133437;957240528,763951663;763951663,948036729;579866596,763951663;763951663,570662797;763951663,570662797;763951663,570662797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93345</wp:posOffset>
                </wp:positionV>
                <wp:extent cx="6910705" cy="2352675"/>
                <wp:effectExtent l="0" t="0" r="0" b="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0705" cy="2352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2015.0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“OPPO校园俱乐部”项目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新媒体运营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在官方微博平台中，打造“OPPO校园俱乐部”的概念，为OPPO公司在全国范围内各大高集结粉丝，让学生由参与者变成创造者，变成OPPO的校园代言人；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根据OPPO客户诉求，基于产品特点，负责品牌传播策略，包括创意构想、文案撰写等；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挖掘分析网友使用习惯、情感及体验感受，结合产品特点撰写传播策划方案。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ind w:left="823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ind w:left="403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2014.08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北京乔布有限公司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运营实习生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要负责撰写软文，协助运营执行推广活动 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负责公司自媒体（如微博、微信公众）的信息发布及维护；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业绩：所负责的微博热点活动参与数量单条超过1,000人，获得1,000次转发，回复500条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4.45pt;margin-top:7.35pt;height:185.25pt;width:544.15pt;z-index:251661312;mso-width-relative:page;mso-height-relative:page;" filled="f" stroked="f" coordsize="21600,21600" o:gfxdata="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djkcgdsAAAAKAQAADwAAAAAAAAABACAAAAAiAAAAZHJzL2Rvd25yZXYueG1sUEsBAhQA&#10;FAAAAAgAh07iQLAZjZO2AQAAWgMAAA4AAAAAAAAAAQAgAAAAKgEAAGRycy9lMm9Eb2MueG1sUEsF&#10;BgAAAAAGAAYAWQEAAF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ind w:firstLine="403"/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2015.0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“OPPO校园俱乐部”项目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  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新媒体运营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在官方微博平台中，打造“OPPO校园俱乐部”的概念，为OPPO公司在全国范围内各大高集结粉丝，让学生由参与者变成创造者，变成OPPO的校园代言人；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根据OPPO客户诉求，基于产品特点，负责品牌传播策略，包括创意构想、文案撰写等；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挖掘分析网友使用习惯、情感及体验感受，结合产品特点撰写传播策划方案。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ind w:left="823"/>
                        <w:rPr>
                          <w:rFonts w:ascii="微软雅黑" w:hAnsi="微软雅黑" w:eastAsia="微软雅黑"/>
                          <w:b/>
                          <w:bCs/>
                          <w:color w:val="262626"/>
                          <w:kern w:val="24"/>
                          <w:sz w:val="21"/>
                        </w:rPr>
                      </w:pP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ind w:left="403"/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2014.08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北京乔布有限公司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运营实习生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要负责撰写软文，协助运营执行推广活动 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负责公司自媒体（如微博、微信公众）的信息发布及维护；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业绩：所负责的微博热点活动参与数量单条超过1,000人，获得1,000次转发，回复500条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262626"/>
                          <w:kern w:val="24"/>
                          <w:sz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50165</wp:posOffset>
                </wp:positionV>
                <wp:extent cx="6162675" cy="0"/>
                <wp:effectExtent l="0" t="0" r="0" b="0"/>
                <wp:wrapNone/>
                <wp:docPr id="16" name="自选图形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267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58" o:spid="_x0000_s1026" o:spt="32" type="#_x0000_t32" style="position:absolute;left:0pt;flip:y;margin-left:70.1pt;margin-top:3.95pt;height:0pt;width:485.25pt;z-index:251673600;mso-width-relative:page;mso-height-relative:page;" filled="f" stroked="t" coordsize="21600,21600" o:gfxdata="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4edE/WAAAACAEAAA8AAAAAAAAAAQAgAAAAIgAAAGRycy9kb3du&#10;cmV2LnhtbFBLAQIUABQAAAAIAIdO4kDBX1PkAQIAAPEDAAAOAAAAAAAAAAEAIAAAACUBAABkcnMv&#10;ZTJvRG9jLnhtbFBLBQYAAAAABgAGAFkBAACYBQAAAAA=&#10;">
                <v:fill on="f" focussize="0,0"/>
                <v:stroke weight="1.25pt" color="#323E4F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135255</wp:posOffset>
                </wp:positionV>
                <wp:extent cx="1134745" cy="471805"/>
                <wp:effectExtent l="0" t="0" r="0" b="0"/>
                <wp:wrapNone/>
                <wp:docPr id="18" name="文本框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471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校园经历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61" o:spid="_x0000_s1026" o:spt="202" type="#_x0000_t202" style="position:absolute;left:0pt;margin-left:62.6pt;margin-top:10.65pt;height:37.15pt;width:89.35pt;z-index:251675648;mso-width-relative:page;mso-height-relative:page;" filled="f" stroked="f" coordsize="21600,21600" o:gfxdata="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w+hIr2wAAAAkBAAAPAAAAAAAAAAEAIAAAACIAAABkcnMvZG93bnJl&#10;di54bWxQSwECFAAUAAAACACHTuJAoniQDcEBAABpAwAADgAAAAAAAAABACAAAAAqAQAAZHJzL2Uy&#10;b0RvYy54bWxQSwUGAAAAAAYABgBZAQAAX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sz w:val="28"/>
                        </w:rPr>
                        <w:t>校园经历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67310</wp:posOffset>
                </wp:positionV>
                <wp:extent cx="323850" cy="323850"/>
                <wp:effectExtent l="0" t="0" r="0" b="0"/>
                <wp:wrapNone/>
                <wp:docPr id="17" name="Freeform 1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>
                            <a:gd name="txL" fmla="*/ 0 w 166"/>
                            <a:gd name="txT" fmla="*/ 0 h 166"/>
                            <a:gd name="txR" fmla="*/ 166 w 166"/>
                            <a:gd name="txB" fmla="*/ 166 h 166"/>
                          </a:gdLst>
                          <a:ahLst/>
                          <a:cxnLst>
                            <a:cxn ang="0">
                              <a:pos x="966444327" y="487825578"/>
                            </a:cxn>
                            <a:cxn ang="0">
                              <a:pos x="865199510" y="598274193"/>
                            </a:cxn>
                            <a:cxn ang="0">
                              <a:pos x="865199510" y="598274193"/>
                            </a:cxn>
                            <a:cxn ang="0">
                              <a:pos x="809973687" y="653500016"/>
                            </a:cxn>
                            <a:cxn ang="0">
                              <a:pos x="763951663" y="644296218"/>
                            </a:cxn>
                            <a:cxn ang="0">
                              <a:pos x="653500016" y="763951663"/>
                            </a:cxn>
                            <a:cxn ang="0">
                              <a:pos x="763951663" y="874403309"/>
                            </a:cxn>
                            <a:cxn ang="0">
                              <a:pos x="883607108" y="763951663"/>
                            </a:cxn>
                            <a:cxn ang="0">
                              <a:pos x="874403309" y="717929638"/>
                            </a:cxn>
                            <a:cxn ang="0">
                              <a:pos x="1003262553" y="598274193"/>
                            </a:cxn>
                            <a:cxn ang="0">
                              <a:pos x="1003262553" y="589070395"/>
                            </a:cxn>
                            <a:cxn ang="0">
                              <a:pos x="1040077747" y="552255200"/>
                            </a:cxn>
                            <a:cxn ang="0">
                              <a:pos x="1260981040" y="589070395"/>
                            </a:cxn>
                            <a:cxn ang="0">
                              <a:pos x="1527903325" y="322148109"/>
                            </a:cxn>
                            <a:cxn ang="0">
                              <a:pos x="1251777241" y="276126084"/>
                            </a:cxn>
                            <a:cxn ang="0">
                              <a:pos x="1113711167" y="414192158"/>
                            </a:cxn>
                            <a:cxn ang="0">
                              <a:pos x="1113711167" y="414192158"/>
                            </a:cxn>
                            <a:cxn ang="0">
                              <a:pos x="1251777241" y="276126084"/>
                            </a:cxn>
                            <a:cxn ang="0">
                              <a:pos x="1205755216" y="0"/>
                            </a:cxn>
                            <a:cxn ang="0">
                              <a:pos x="938832931" y="266922286"/>
                            </a:cxn>
                            <a:cxn ang="0">
                              <a:pos x="966444327" y="487825578"/>
                            </a:cxn>
                            <a:cxn ang="0">
                              <a:pos x="1279388637" y="653500016"/>
                            </a:cxn>
                            <a:cxn ang="0">
                              <a:pos x="1260981040" y="681114444"/>
                            </a:cxn>
                            <a:cxn ang="0">
                              <a:pos x="1260981040" y="763951663"/>
                            </a:cxn>
                            <a:cxn ang="0">
                              <a:pos x="763951663" y="1260981040"/>
                            </a:cxn>
                            <a:cxn ang="0">
                              <a:pos x="266922286" y="763951663"/>
                            </a:cxn>
                            <a:cxn ang="0">
                              <a:pos x="763951663" y="266922286"/>
                            </a:cxn>
                            <a:cxn ang="0">
                              <a:pos x="837585083" y="266922286"/>
                            </a:cxn>
                            <a:cxn ang="0">
                              <a:pos x="1049281546" y="55225823"/>
                            </a:cxn>
                            <a:cxn ang="0">
                              <a:pos x="763951663" y="0"/>
                            </a:cxn>
                            <a:cxn ang="0">
                              <a:pos x="0" y="763951663"/>
                            </a:cxn>
                            <a:cxn ang="0">
                              <a:pos x="763951663" y="1527903325"/>
                            </a:cxn>
                            <a:cxn ang="0">
                              <a:pos x="1527903325" y="763951663"/>
                            </a:cxn>
                            <a:cxn ang="0">
                              <a:pos x="1472677502" y="469414950"/>
                            </a:cxn>
                            <a:cxn ang="0">
                              <a:pos x="1279388637" y="653500016"/>
                            </a:cxn>
                            <a:cxn ang="0">
                              <a:pos x="763951663" y="570662797"/>
                            </a:cxn>
                            <a:cxn ang="0">
                              <a:pos x="800769889" y="570662797"/>
                            </a:cxn>
                            <a:cxn ang="0">
                              <a:pos x="902014705" y="478621780"/>
                            </a:cxn>
                            <a:cxn ang="0">
                              <a:pos x="883607108" y="358966335"/>
                            </a:cxn>
                            <a:cxn ang="0">
                              <a:pos x="763951663" y="340555706"/>
                            </a:cxn>
                            <a:cxn ang="0">
                              <a:pos x="340555706" y="763951663"/>
                            </a:cxn>
                            <a:cxn ang="0">
                              <a:pos x="763951663" y="1187347619"/>
                            </a:cxn>
                            <a:cxn ang="0">
                              <a:pos x="1187347619" y="763951663"/>
                            </a:cxn>
                            <a:cxn ang="0">
                              <a:pos x="1178143821" y="653500016"/>
                            </a:cxn>
                            <a:cxn ang="0">
                              <a:pos x="1049281546" y="625888621"/>
                            </a:cxn>
                            <a:cxn ang="0">
                              <a:pos x="957240528" y="727133437"/>
                            </a:cxn>
                            <a:cxn ang="0">
                              <a:pos x="957240528" y="763951663"/>
                            </a:cxn>
                            <a:cxn ang="0">
                              <a:pos x="763951663" y="948036729"/>
                            </a:cxn>
                            <a:cxn ang="0">
                              <a:pos x="579866596" y="763951663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</a:cxnLst>
                          <a:rect l="txL" t="txT" r="txR" b="txB"/>
                          <a:pathLst>
                            <a:path w="166" h="166">
                              <a:moveTo>
                                <a:pt x="105" y="53"/>
                              </a:move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88" y="71"/>
                                <a:pt x="88" y="71"/>
                                <a:pt x="88" y="71"/>
                              </a:cubicBezTo>
                              <a:cubicBezTo>
                                <a:pt x="86" y="71"/>
                                <a:pt x="85" y="70"/>
                                <a:pt x="83" y="70"/>
                              </a:cubicBezTo>
                              <a:cubicBezTo>
                                <a:pt x="76" y="70"/>
                                <a:pt x="71" y="76"/>
                                <a:pt x="71" y="83"/>
                              </a:cubicBezTo>
                              <a:cubicBezTo>
                                <a:pt x="71" y="90"/>
                                <a:pt x="76" y="95"/>
                                <a:pt x="83" y="95"/>
                              </a:cubicBezTo>
                              <a:cubicBezTo>
                                <a:pt x="90" y="95"/>
                                <a:pt x="96" y="90"/>
                                <a:pt x="96" y="83"/>
                              </a:cubicBezTo>
                              <a:cubicBezTo>
                                <a:pt x="96" y="81"/>
                                <a:pt x="95" y="80"/>
                                <a:pt x="95" y="78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109" y="64"/>
                                <a:pt x="109" y="64"/>
                                <a:pt x="109" y="64"/>
                              </a:cubicBezTo>
                              <a:cubicBezTo>
                                <a:pt x="113" y="60"/>
                                <a:pt x="113" y="60"/>
                                <a:pt x="113" y="60"/>
                              </a:cubicBezTo>
                              <a:cubicBezTo>
                                <a:pt x="137" y="64"/>
                                <a:pt x="137" y="64"/>
                                <a:pt x="137" y="64"/>
                              </a:cubicBezTo>
                              <a:cubicBezTo>
                                <a:pt x="166" y="35"/>
                                <a:pt x="166" y="35"/>
                                <a:pt x="166" y="3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31" y="0"/>
                                <a:pt x="131" y="0"/>
                                <a:pt x="131" y="0"/>
                              </a:cubicBezTo>
                              <a:cubicBezTo>
                                <a:pt x="102" y="29"/>
                                <a:pt x="102" y="29"/>
                                <a:pt x="102" y="29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lose/>
                              <a:moveTo>
                                <a:pt x="139" y="71"/>
                              </a:moveTo>
                              <a:cubicBezTo>
                                <a:pt x="137" y="74"/>
                                <a:pt x="137" y="74"/>
                                <a:pt x="137" y="74"/>
                              </a:cubicBezTo>
                              <a:cubicBezTo>
                                <a:pt x="137" y="77"/>
                                <a:pt x="137" y="79"/>
                                <a:pt x="137" y="83"/>
                              </a:cubicBezTo>
                              <a:cubicBezTo>
                                <a:pt x="137" y="113"/>
                                <a:pt x="113" y="137"/>
                                <a:pt x="83" y="137"/>
                              </a:cubicBezTo>
                              <a:cubicBezTo>
                                <a:pt x="53" y="137"/>
                                <a:pt x="29" y="113"/>
                                <a:pt x="29" y="83"/>
                              </a:cubicBezTo>
                              <a:cubicBezTo>
                                <a:pt x="29" y="53"/>
                                <a:pt x="53" y="28"/>
                                <a:pt x="83" y="29"/>
                              </a:cubicBezTo>
                              <a:cubicBezTo>
                                <a:pt x="86" y="29"/>
                                <a:pt x="89" y="29"/>
                                <a:pt x="91" y="29"/>
                              </a:cubicBezTo>
                              <a:cubicBezTo>
                                <a:pt x="114" y="6"/>
                                <a:pt x="114" y="6"/>
                                <a:pt x="114" y="6"/>
                              </a:cubicBezTo>
                              <a:cubicBezTo>
                                <a:pt x="105" y="2"/>
                                <a:pt x="94" y="0"/>
                                <a:pt x="83" y="0"/>
                              </a:cubicBezTo>
                              <a:cubicBezTo>
                                <a:pt x="37" y="0"/>
                                <a:pt x="0" y="37"/>
                                <a:pt x="0" y="83"/>
                              </a:cubicBezTo>
                              <a:cubicBezTo>
                                <a:pt x="0" y="129"/>
                                <a:pt x="37" y="166"/>
                                <a:pt x="83" y="166"/>
                              </a:cubicBezTo>
                              <a:cubicBezTo>
                                <a:pt x="129" y="166"/>
                                <a:pt x="166" y="129"/>
                                <a:pt x="166" y="83"/>
                              </a:cubicBezTo>
                              <a:cubicBezTo>
                                <a:pt x="166" y="72"/>
                                <a:pt x="164" y="61"/>
                                <a:pt x="160" y="51"/>
                              </a:cubicBezTo>
                              <a:cubicBezTo>
                                <a:pt x="139" y="71"/>
                                <a:pt x="139" y="71"/>
                                <a:pt x="139" y="71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5" y="62"/>
                                <a:pt x="86" y="62"/>
                                <a:pt x="87" y="62"/>
                              </a:cubicBezTo>
                              <a:cubicBezTo>
                                <a:pt x="98" y="52"/>
                                <a:pt x="98" y="52"/>
                                <a:pt x="98" y="52"/>
                              </a:cubicBezTo>
                              <a:cubicBezTo>
                                <a:pt x="96" y="39"/>
                                <a:pt x="96" y="39"/>
                                <a:pt x="96" y="39"/>
                              </a:cubicBezTo>
                              <a:cubicBezTo>
                                <a:pt x="92" y="37"/>
                                <a:pt x="88" y="37"/>
                                <a:pt x="83" y="37"/>
                              </a:cubicBezTo>
                              <a:cubicBezTo>
                                <a:pt x="58" y="37"/>
                                <a:pt x="37" y="57"/>
                                <a:pt x="37" y="83"/>
                              </a:cubicBezTo>
                              <a:cubicBezTo>
                                <a:pt x="37" y="108"/>
                                <a:pt x="58" y="129"/>
                                <a:pt x="83" y="129"/>
                              </a:cubicBezTo>
                              <a:cubicBezTo>
                                <a:pt x="109" y="129"/>
                                <a:pt x="129" y="108"/>
                                <a:pt x="129" y="83"/>
                              </a:cubicBezTo>
                              <a:cubicBezTo>
                                <a:pt x="129" y="79"/>
                                <a:pt x="129" y="75"/>
                                <a:pt x="128" y="71"/>
                              </a:cubicBezTo>
                              <a:cubicBezTo>
                                <a:pt x="114" y="68"/>
                                <a:pt x="114" y="68"/>
                                <a:pt x="114" y="68"/>
                              </a:cubicBezTo>
                              <a:cubicBezTo>
                                <a:pt x="104" y="79"/>
                                <a:pt x="104" y="79"/>
                                <a:pt x="104" y="79"/>
                              </a:cubicBezTo>
                              <a:cubicBezTo>
                                <a:pt x="104" y="80"/>
                                <a:pt x="104" y="81"/>
                                <a:pt x="104" y="83"/>
                              </a:cubicBezTo>
                              <a:cubicBezTo>
                                <a:pt x="104" y="94"/>
                                <a:pt x="95" y="103"/>
                                <a:pt x="83" y="103"/>
                              </a:cubicBezTo>
                              <a:cubicBezTo>
                                <a:pt x="72" y="103"/>
                                <a:pt x="63" y="94"/>
                                <a:pt x="63" y="83"/>
                              </a:cubicBezTo>
                              <a:cubicBezTo>
                                <a:pt x="63" y="71"/>
                                <a:pt x="72" y="62"/>
                                <a:pt x="83" y="62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3" y="62"/>
                                <a:pt x="83" y="62"/>
                                <a:pt x="83" y="62"/>
                              </a:cubicBezTo>
                            </a:path>
                          </a:pathLst>
                        </a:custGeom>
                        <a:solidFill>
                          <a:srgbClr val="323E4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77" o:spid="_x0000_s1026" o:spt="100" style="position:absolute;left:0pt;margin-left:36.45pt;margin-top:5.3pt;height:25.5pt;width:25.5pt;z-index:251674624;mso-width-relative:page;mso-height-relative:page;" fillcolor="#323E4F" filled="t" stroked="f" coordsize="166,166" o:gfxdata="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" path="m105,53c94,65,94,65,94,65c94,65,94,65,94,65c88,71,88,71,88,71c86,71,85,70,83,70c76,70,71,76,71,83c71,90,76,95,83,95c90,95,96,90,96,83c96,81,95,80,95,78c109,65,109,65,109,65c109,64,109,64,109,64c113,60,113,60,113,60c137,64,137,64,137,64c166,35,166,35,166,35c136,30,136,30,136,30c121,45,121,45,121,45c121,45,121,45,121,45c136,30,136,30,136,30c131,0,131,0,131,0c102,29,102,29,102,29c105,53,105,53,105,53xm139,71c137,74,137,74,137,74c137,77,137,79,137,83c137,113,113,137,83,137c53,137,29,113,29,83c29,53,53,28,83,29c86,29,89,29,91,29c114,6,114,6,114,6c105,2,94,0,83,0c37,0,0,37,0,83c0,129,37,166,83,166c129,166,166,129,166,83c166,72,164,61,160,51c139,71,139,71,139,71xm83,62c85,62,86,62,87,62c98,52,98,52,98,52c96,39,96,39,96,39c92,37,88,37,83,37c58,37,37,57,37,83c37,108,58,129,83,129c109,129,129,108,129,83c129,79,129,75,128,71c114,68,114,68,114,68c104,79,104,79,104,79c104,80,104,81,104,83c104,94,95,103,83,103c72,103,63,94,63,83c63,71,72,62,83,62xm83,62c83,62,83,62,83,62e">
                <v:path o:connectlocs="966444327,487825578;865199510,598274193;865199510,598274193;809973687,653500016;763951663,644296218;653500016,763951663;763951663,874403309;883607108,763951663;874403309,717929638;1003262553,598274193;1003262553,589070395;1040077747,552255200;1260981040,589070395;1527903325,322148109;1251777241,276126084;1113711167,414192158;1113711167,414192158;1251777241,276126084;1205755216,0;938832931,266922286;966444327,487825578;1279388637,653500016;1260981040,681114444;1260981040,763951663;763951663,1260981040;266922286,763951663;763951663,266922286;837585083,266922286;1049281546,55225823;763951663,0;0,763951663;763951663,1527903325;1527903325,763951663;1472677502,469414950;1279388637,653500016;763951663,570662797;800769889,570662797;902014705,478621780;883607108,358966335;763951663,340555706;340555706,763951663;763951663,1187347619;1187347619,763951663;1178143821,653500016;1049281546,625888621;957240528,727133437;957240528,763951663;763951663,948036729;579866596,763951663;763951663,570662797;763951663,570662797;763951663,570662797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70485</wp:posOffset>
                </wp:positionV>
                <wp:extent cx="6162675" cy="0"/>
                <wp:effectExtent l="0" t="0" r="0" b="0"/>
                <wp:wrapNone/>
                <wp:docPr id="19" name="自选图形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267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62" o:spid="_x0000_s1026" o:spt="32" type="#_x0000_t32" style="position:absolute;left:0pt;flip:y;margin-left:70.1pt;margin-top:5.55pt;height:0pt;width:485.25pt;z-index:251676672;mso-width-relative:page;mso-height-relative:page;" filled="f" stroked="t" coordsize="21600,21600" o:gfxdata="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MDKQvXAAAACgEAAA8AAAAAAAAAAQAgAAAAIgAAAGRycy9kb3du&#10;cmV2LnhtbFBLAQIUABQAAAAIAIdO4kB5vZoLAAIAAPEDAAAOAAAAAAAAAAEAIAAAACYBAABkcnMv&#10;ZTJvRG9jLnhtbFBLBQYAAAAABgAGAFkBAACYBQAAAAA=&#10;">
                <v:fill on="f" focussize="0,0"/>
                <v:stroke weight="1.25pt" color="#323E4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113030</wp:posOffset>
                </wp:positionV>
                <wp:extent cx="6968490" cy="869315"/>
                <wp:effectExtent l="0" t="0" r="0" b="0"/>
                <wp:wrapNone/>
                <wp:docPr id="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8490" cy="86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ind w:left="42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2013.09~2014.06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院学生会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23E4F"/>
                                <w:kern w:val="24"/>
                                <w:sz w:val="21"/>
                              </w:rPr>
                              <w:t>干事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积极参与学生会的各项活动，与其他干事一起参与各类学生活动的策划；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完成其他学生会的工作任务，成功举办多次大型活动，如“迎新晚会”、“送毕业生晚会”等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ab/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4" o:spid="_x0000_s1026" o:spt="202" type="#_x0000_t202" style="position:absolute;left:0pt;margin-left:14.55pt;margin-top:8.9pt;height:68.45pt;width:548.7pt;z-index:251662336;mso-width-relative:page;mso-height-relative:page;" filled="f" stroked="f" coordsize="21600,21600" o:gfxdata="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mJVHdcAAAAKAQAADwAAAAAAAAABACAAAAAiAAAAZHJzL2Rvd25yZXYueG1s&#10;UEsBAhQAFAAAAAgAh07iQIrfHS7AAQAAZgMAAA4AAAAAAAAAAQAgAAAAJgEAAGRycy9lMm9Eb2Mu&#10;eG1sUEsFBgAAAAAGAAYAWQEAAF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ind w:left="420"/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2013.09~2014.06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院学生会      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 xml:space="preserve"> 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23E4F"/>
                          <w:kern w:val="24"/>
                          <w:sz w:val="21"/>
                        </w:rPr>
                        <w:t>干事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积极参与学生会的各项活动，与其他干事一起参与各类学生活动的策划；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完成其他学生会的工作任务，成功举办多次大型活动，如“迎新晚会”、“送毕业生晚会”等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ab/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73660</wp:posOffset>
                </wp:positionV>
                <wp:extent cx="1103630" cy="471805"/>
                <wp:effectExtent l="0" t="0" r="0" b="0"/>
                <wp:wrapNone/>
                <wp:docPr id="21" name="文本框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471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技能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证书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65" o:spid="_x0000_s1026" o:spt="202" type="#_x0000_t202" style="position:absolute;left:0pt;margin-left:62.6pt;margin-top:5.8pt;height:37.15pt;width:86.9pt;z-index:251678720;mso-width-relative:page;mso-height-relative:page;" filled="f" stroked="f" coordsize="21600,21600" o:gfxdata="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SQ+5E2gAAAAkBAAAPAAAAAAAAAAEAIAAAACIAAABkcnMvZG93bnJl&#10;di54bWxQSwECFAAUAAAACACHTuJAREZRxsIBAABpAwAADgAAAAAAAAABACAAAAApAQAAZHJzL2Uy&#10;b0RvYy54bWxQSwUGAAAAAAYABgBZAQAAX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sz w:val="28"/>
                        </w:rPr>
                        <w:t>技能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  <w:t>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159385</wp:posOffset>
                </wp:positionV>
                <wp:extent cx="323850" cy="323850"/>
                <wp:effectExtent l="0" t="0" r="0" b="0"/>
                <wp:wrapNone/>
                <wp:docPr id="20" name="Freeform 1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>
                            <a:gd name="txL" fmla="*/ 0 w 166"/>
                            <a:gd name="txT" fmla="*/ 0 h 166"/>
                            <a:gd name="txR" fmla="*/ 166 w 166"/>
                            <a:gd name="txB" fmla="*/ 166 h 166"/>
                          </a:gdLst>
                          <a:ahLst/>
                          <a:cxnLst>
                            <a:cxn ang="0">
                              <a:pos x="966444327" y="487825578"/>
                            </a:cxn>
                            <a:cxn ang="0">
                              <a:pos x="865199510" y="598274193"/>
                            </a:cxn>
                            <a:cxn ang="0">
                              <a:pos x="865199510" y="598274193"/>
                            </a:cxn>
                            <a:cxn ang="0">
                              <a:pos x="809973687" y="653500016"/>
                            </a:cxn>
                            <a:cxn ang="0">
                              <a:pos x="763951663" y="644296218"/>
                            </a:cxn>
                            <a:cxn ang="0">
                              <a:pos x="653500016" y="763951663"/>
                            </a:cxn>
                            <a:cxn ang="0">
                              <a:pos x="763951663" y="874403309"/>
                            </a:cxn>
                            <a:cxn ang="0">
                              <a:pos x="883607108" y="763951663"/>
                            </a:cxn>
                            <a:cxn ang="0">
                              <a:pos x="874403309" y="717929638"/>
                            </a:cxn>
                            <a:cxn ang="0">
                              <a:pos x="1003262553" y="598274193"/>
                            </a:cxn>
                            <a:cxn ang="0">
                              <a:pos x="1003262553" y="589070395"/>
                            </a:cxn>
                            <a:cxn ang="0">
                              <a:pos x="1040077747" y="552255200"/>
                            </a:cxn>
                            <a:cxn ang="0">
                              <a:pos x="1260981040" y="589070395"/>
                            </a:cxn>
                            <a:cxn ang="0">
                              <a:pos x="1527903325" y="322148109"/>
                            </a:cxn>
                            <a:cxn ang="0">
                              <a:pos x="1251777241" y="276126084"/>
                            </a:cxn>
                            <a:cxn ang="0">
                              <a:pos x="1113711167" y="414192158"/>
                            </a:cxn>
                            <a:cxn ang="0">
                              <a:pos x="1113711167" y="414192158"/>
                            </a:cxn>
                            <a:cxn ang="0">
                              <a:pos x="1251777241" y="276126084"/>
                            </a:cxn>
                            <a:cxn ang="0">
                              <a:pos x="1205755216" y="0"/>
                            </a:cxn>
                            <a:cxn ang="0">
                              <a:pos x="938832931" y="266922286"/>
                            </a:cxn>
                            <a:cxn ang="0">
                              <a:pos x="966444327" y="487825578"/>
                            </a:cxn>
                            <a:cxn ang="0">
                              <a:pos x="1279388637" y="653500016"/>
                            </a:cxn>
                            <a:cxn ang="0">
                              <a:pos x="1260981040" y="681114444"/>
                            </a:cxn>
                            <a:cxn ang="0">
                              <a:pos x="1260981040" y="763951663"/>
                            </a:cxn>
                            <a:cxn ang="0">
                              <a:pos x="763951663" y="1260981040"/>
                            </a:cxn>
                            <a:cxn ang="0">
                              <a:pos x="266922286" y="763951663"/>
                            </a:cxn>
                            <a:cxn ang="0">
                              <a:pos x="763951663" y="266922286"/>
                            </a:cxn>
                            <a:cxn ang="0">
                              <a:pos x="837585083" y="266922286"/>
                            </a:cxn>
                            <a:cxn ang="0">
                              <a:pos x="1049281546" y="55225823"/>
                            </a:cxn>
                            <a:cxn ang="0">
                              <a:pos x="763951663" y="0"/>
                            </a:cxn>
                            <a:cxn ang="0">
                              <a:pos x="0" y="763951663"/>
                            </a:cxn>
                            <a:cxn ang="0">
                              <a:pos x="763951663" y="1527903325"/>
                            </a:cxn>
                            <a:cxn ang="0">
                              <a:pos x="1527903325" y="763951663"/>
                            </a:cxn>
                            <a:cxn ang="0">
                              <a:pos x="1472677502" y="469414950"/>
                            </a:cxn>
                            <a:cxn ang="0">
                              <a:pos x="1279388637" y="653500016"/>
                            </a:cxn>
                            <a:cxn ang="0">
                              <a:pos x="763951663" y="570662797"/>
                            </a:cxn>
                            <a:cxn ang="0">
                              <a:pos x="800769889" y="570662797"/>
                            </a:cxn>
                            <a:cxn ang="0">
                              <a:pos x="902014705" y="478621780"/>
                            </a:cxn>
                            <a:cxn ang="0">
                              <a:pos x="883607108" y="358966335"/>
                            </a:cxn>
                            <a:cxn ang="0">
                              <a:pos x="763951663" y="340555706"/>
                            </a:cxn>
                            <a:cxn ang="0">
                              <a:pos x="340555706" y="763951663"/>
                            </a:cxn>
                            <a:cxn ang="0">
                              <a:pos x="763951663" y="1187347619"/>
                            </a:cxn>
                            <a:cxn ang="0">
                              <a:pos x="1187347619" y="763951663"/>
                            </a:cxn>
                            <a:cxn ang="0">
                              <a:pos x="1178143821" y="653500016"/>
                            </a:cxn>
                            <a:cxn ang="0">
                              <a:pos x="1049281546" y="625888621"/>
                            </a:cxn>
                            <a:cxn ang="0">
                              <a:pos x="957240528" y="727133437"/>
                            </a:cxn>
                            <a:cxn ang="0">
                              <a:pos x="957240528" y="763951663"/>
                            </a:cxn>
                            <a:cxn ang="0">
                              <a:pos x="763951663" y="948036729"/>
                            </a:cxn>
                            <a:cxn ang="0">
                              <a:pos x="579866596" y="763951663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</a:cxnLst>
                          <a:rect l="txL" t="txT" r="txR" b="txB"/>
                          <a:pathLst>
                            <a:path w="166" h="166">
                              <a:moveTo>
                                <a:pt x="105" y="53"/>
                              </a:move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88" y="71"/>
                                <a:pt x="88" y="71"/>
                                <a:pt x="88" y="71"/>
                              </a:cubicBezTo>
                              <a:cubicBezTo>
                                <a:pt x="86" y="71"/>
                                <a:pt x="85" y="70"/>
                                <a:pt x="83" y="70"/>
                              </a:cubicBezTo>
                              <a:cubicBezTo>
                                <a:pt x="76" y="70"/>
                                <a:pt x="71" y="76"/>
                                <a:pt x="71" y="83"/>
                              </a:cubicBezTo>
                              <a:cubicBezTo>
                                <a:pt x="71" y="90"/>
                                <a:pt x="76" y="95"/>
                                <a:pt x="83" y="95"/>
                              </a:cubicBezTo>
                              <a:cubicBezTo>
                                <a:pt x="90" y="95"/>
                                <a:pt x="96" y="90"/>
                                <a:pt x="96" y="83"/>
                              </a:cubicBezTo>
                              <a:cubicBezTo>
                                <a:pt x="96" y="81"/>
                                <a:pt x="95" y="80"/>
                                <a:pt x="95" y="78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109" y="64"/>
                                <a:pt x="109" y="64"/>
                                <a:pt x="109" y="64"/>
                              </a:cubicBezTo>
                              <a:cubicBezTo>
                                <a:pt x="113" y="60"/>
                                <a:pt x="113" y="60"/>
                                <a:pt x="113" y="60"/>
                              </a:cubicBezTo>
                              <a:cubicBezTo>
                                <a:pt x="137" y="64"/>
                                <a:pt x="137" y="64"/>
                                <a:pt x="137" y="64"/>
                              </a:cubicBezTo>
                              <a:cubicBezTo>
                                <a:pt x="166" y="35"/>
                                <a:pt x="166" y="35"/>
                                <a:pt x="166" y="3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31" y="0"/>
                                <a:pt x="131" y="0"/>
                                <a:pt x="131" y="0"/>
                              </a:cubicBezTo>
                              <a:cubicBezTo>
                                <a:pt x="102" y="29"/>
                                <a:pt x="102" y="29"/>
                                <a:pt x="102" y="29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lose/>
                              <a:moveTo>
                                <a:pt x="139" y="71"/>
                              </a:moveTo>
                              <a:cubicBezTo>
                                <a:pt x="137" y="74"/>
                                <a:pt x="137" y="74"/>
                                <a:pt x="137" y="74"/>
                              </a:cubicBezTo>
                              <a:cubicBezTo>
                                <a:pt x="137" y="77"/>
                                <a:pt x="137" y="79"/>
                                <a:pt x="137" y="83"/>
                              </a:cubicBezTo>
                              <a:cubicBezTo>
                                <a:pt x="137" y="113"/>
                                <a:pt x="113" y="137"/>
                                <a:pt x="83" y="137"/>
                              </a:cubicBezTo>
                              <a:cubicBezTo>
                                <a:pt x="53" y="137"/>
                                <a:pt x="29" y="113"/>
                                <a:pt x="29" y="83"/>
                              </a:cubicBezTo>
                              <a:cubicBezTo>
                                <a:pt x="29" y="53"/>
                                <a:pt x="53" y="28"/>
                                <a:pt x="83" y="29"/>
                              </a:cubicBezTo>
                              <a:cubicBezTo>
                                <a:pt x="86" y="29"/>
                                <a:pt x="89" y="29"/>
                                <a:pt x="91" y="29"/>
                              </a:cubicBezTo>
                              <a:cubicBezTo>
                                <a:pt x="114" y="6"/>
                                <a:pt x="114" y="6"/>
                                <a:pt x="114" y="6"/>
                              </a:cubicBezTo>
                              <a:cubicBezTo>
                                <a:pt x="105" y="2"/>
                                <a:pt x="94" y="0"/>
                                <a:pt x="83" y="0"/>
                              </a:cubicBezTo>
                              <a:cubicBezTo>
                                <a:pt x="37" y="0"/>
                                <a:pt x="0" y="37"/>
                                <a:pt x="0" y="83"/>
                              </a:cubicBezTo>
                              <a:cubicBezTo>
                                <a:pt x="0" y="129"/>
                                <a:pt x="37" y="166"/>
                                <a:pt x="83" y="166"/>
                              </a:cubicBezTo>
                              <a:cubicBezTo>
                                <a:pt x="129" y="166"/>
                                <a:pt x="166" y="129"/>
                                <a:pt x="166" y="83"/>
                              </a:cubicBezTo>
                              <a:cubicBezTo>
                                <a:pt x="166" y="72"/>
                                <a:pt x="164" y="61"/>
                                <a:pt x="160" y="51"/>
                              </a:cubicBezTo>
                              <a:cubicBezTo>
                                <a:pt x="139" y="71"/>
                                <a:pt x="139" y="71"/>
                                <a:pt x="139" y="71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5" y="62"/>
                                <a:pt x="86" y="62"/>
                                <a:pt x="87" y="62"/>
                              </a:cubicBezTo>
                              <a:cubicBezTo>
                                <a:pt x="98" y="52"/>
                                <a:pt x="98" y="52"/>
                                <a:pt x="98" y="52"/>
                              </a:cubicBezTo>
                              <a:cubicBezTo>
                                <a:pt x="96" y="39"/>
                                <a:pt x="96" y="39"/>
                                <a:pt x="96" y="39"/>
                              </a:cubicBezTo>
                              <a:cubicBezTo>
                                <a:pt x="92" y="37"/>
                                <a:pt x="88" y="37"/>
                                <a:pt x="83" y="37"/>
                              </a:cubicBezTo>
                              <a:cubicBezTo>
                                <a:pt x="58" y="37"/>
                                <a:pt x="37" y="57"/>
                                <a:pt x="37" y="83"/>
                              </a:cubicBezTo>
                              <a:cubicBezTo>
                                <a:pt x="37" y="108"/>
                                <a:pt x="58" y="129"/>
                                <a:pt x="83" y="129"/>
                              </a:cubicBezTo>
                              <a:cubicBezTo>
                                <a:pt x="109" y="129"/>
                                <a:pt x="129" y="108"/>
                                <a:pt x="129" y="83"/>
                              </a:cubicBezTo>
                              <a:cubicBezTo>
                                <a:pt x="129" y="79"/>
                                <a:pt x="129" y="75"/>
                                <a:pt x="128" y="71"/>
                              </a:cubicBezTo>
                              <a:cubicBezTo>
                                <a:pt x="114" y="68"/>
                                <a:pt x="114" y="68"/>
                                <a:pt x="114" y="68"/>
                              </a:cubicBezTo>
                              <a:cubicBezTo>
                                <a:pt x="104" y="79"/>
                                <a:pt x="104" y="79"/>
                                <a:pt x="104" y="79"/>
                              </a:cubicBezTo>
                              <a:cubicBezTo>
                                <a:pt x="104" y="80"/>
                                <a:pt x="104" y="81"/>
                                <a:pt x="104" y="83"/>
                              </a:cubicBezTo>
                              <a:cubicBezTo>
                                <a:pt x="104" y="94"/>
                                <a:pt x="95" y="103"/>
                                <a:pt x="83" y="103"/>
                              </a:cubicBezTo>
                              <a:cubicBezTo>
                                <a:pt x="72" y="103"/>
                                <a:pt x="63" y="94"/>
                                <a:pt x="63" y="83"/>
                              </a:cubicBezTo>
                              <a:cubicBezTo>
                                <a:pt x="63" y="71"/>
                                <a:pt x="72" y="62"/>
                                <a:pt x="83" y="62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3" y="62"/>
                                <a:pt x="83" y="62"/>
                                <a:pt x="83" y="62"/>
                              </a:cubicBezTo>
                            </a:path>
                          </a:pathLst>
                        </a:custGeom>
                        <a:solidFill>
                          <a:srgbClr val="323E4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77" o:spid="_x0000_s1026" o:spt="100" style="position:absolute;left:0pt;margin-left:36.45pt;margin-top:12.55pt;height:25.5pt;width:25.5pt;z-index:251677696;mso-width-relative:page;mso-height-relative:page;" fillcolor="#323E4F" filled="t" stroked="f" coordsize="166,166" o:gfxdata="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" path="m105,53c94,65,94,65,94,65c94,65,94,65,94,65c88,71,88,71,88,71c86,71,85,70,83,70c76,70,71,76,71,83c71,90,76,95,83,95c90,95,96,90,96,83c96,81,95,80,95,78c109,65,109,65,109,65c109,64,109,64,109,64c113,60,113,60,113,60c137,64,137,64,137,64c166,35,166,35,166,35c136,30,136,30,136,30c121,45,121,45,121,45c121,45,121,45,121,45c136,30,136,30,136,30c131,0,131,0,131,0c102,29,102,29,102,29c105,53,105,53,105,53xm139,71c137,74,137,74,137,74c137,77,137,79,137,83c137,113,113,137,83,137c53,137,29,113,29,83c29,53,53,28,83,29c86,29,89,29,91,29c114,6,114,6,114,6c105,2,94,0,83,0c37,0,0,37,0,83c0,129,37,166,83,166c129,166,166,129,166,83c166,72,164,61,160,51c139,71,139,71,139,71xm83,62c85,62,86,62,87,62c98,52,98,52,98,52c96,39,96,39,96,39c92,37,88,37,83,37c58,37,37,57,37,83c37,108,58,129,83,129c109,129,129,108,129,83c129,79,129,75,128,71c114,68,114,68,114,68c104,79,104,79,104,79c104,80,104,81,104,83c104,94,95,103,83,103c72,103,63,94,63,83c63,71,72,62,83,62xm83,62c83,62,83,62,83,62e">
                <v:path o:connectlocs="966444327,487825578;865199510,598274193;865199510,598274193;809973687,653500016;763951663,644296218;653500016,763951663;763951663,874403309;883607108,763951663;874403309,717929638;1003262553,598274193;1003262553,589070395;1040077747,552255200;1260981040,589070395;1527903325,322148109;1251777241,276126084;1113711167,414192158;1113711167,414192158;1251777241,276126084;1205755216,0;938832931,266922286;966444327,487825578;1279388637,653500016;1260981040,681114444;1260981040,763951663;763951663,1260981040;266922286,763951663;763951663,266922286;837585083,266922286;1049281546,55225823;763951663,0;0,763951663;763951663,1527903325;1527903325,763951663;1472677502,469414950;1279388637,653500016;763951663,570662797;800769889,570662797;902014705,478621780;883607108,358966335;763951663,340555706;340555706,763951663;763951663,1187347619;1187347619,763951663;1178143821,653500016;1049281546,625888621;957240528,727133437;957240528,763951663;763951663,948036729;579866596,763951663;763951663,570662797;763951663,570662797;763951663,570662797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45085</wp:posOffset>
                </wp:positionV>
                <wp:extent cx="6644005" cy="867410"/>
                <wp:effectExtent l="0" t="0" r="0" b="0"/>
                <wp:wrapNone/>
                <wp:docPr id="6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005" cy="867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45" w:hanging="945" w:hangingChars="450"/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通过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大学英语六级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普通话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二级甲等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计算机能力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通过国家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计算机二级，熟练使用office系列办公软件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其他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1"/>
                                <w:szCs w:val="19"/>
                              </w:rPr>
                              <w:t>C1驾照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34.15pt;margin-top:3.55pt;height:68.3pt;width:523.15pt;z-index:251664384;mso-width-relative:page;mso-height-relative:page;" filled="f" stroked="f" coordsize="21600,21600" o:gfxdata="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CJvgkjXAAAACQEAAA8AAAAAAAAAAQAgAAAAIgAAAGRycy9kb3ducmV2Lnht&#10;bFBLAQIUABQAAAAIAIdO4kBASTJAwQEAAGYDAAAOAAAAAAAAAAEAIAAAACYBAABkcnMvZTJvRG9j&#10;LnhtbFBLBQYAAAAABgAGAFkBAABZ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45" w:hanging="945" w:hangingChars="450"/>
                        <w:rPr>
                          <w:rFonts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能力：</w:t>
                      </w: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通过</w:t>
                      </w: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大学英语六级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普通话</w:t>
                      </w: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二级甲等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计算机能力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通过国家</w:t>
                      </w: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计算机二级，熟练使用office系列办公软件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其他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/>
                          <w:kern w:val="24"/>
                          <w:sz w:val="21"/>
                          <w:szCs w:val="19"/>
                        </w:rPr>
                        <w:t>能力：</w:t>
                      </w: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1"/>
                          <w:szCs w:val="19"/>
                        </w:rPr>
                        <w:t>C1驾照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9525</wp:posOffset>
                </wp:positionV>
                <wp:extent cx="6162675" cy="0"/>
                <wp:effectExtent l="0" t="0" r="0" b="0"/>
                <wp:wrapNone/>
                <wp:docPr id="22" name="自选图形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267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66" o:spid="_x0000_s1026" o:spt="32" type="#_x0000_t32" style="position:absolute;left:0pt;flip:y;margin-left:70.1pt;margin-top:0.75pt;height:0pt;width:485.25pt;z-index:251679744;mso-width-relative:page;mso-height-relative:page;" filled="f" stroked="t" coordsize="21600,21600" o:gfxdata="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UErNfWAAAACAEAAA8AAAAAAAAAAQAgAAAAIgAAAGRycy9kb3du&#10;cmV2LnhtbFBLAQIUABQAAAAIAIdO4kD8akqQAQIAAPEDAAAOAAAAAAAAAAEAIAAAACUBAABkcnMv&#10;ZTJvRG9jLnhtbFBLBQYAAAAABgAGAFkBAACYBQAAAAA=&#10;">
                <v:fill on="f" focussize="0,0"/>
                <v:stroke weight="1.25pt" color="#323E4F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20320</wp:posOffset>
                </wp:positionV>
                <wp:extent cx="1120140" cy="471805"/>
                <wp:effectExtent l="0" t="0" r="0" b="0"/>
                <wp:wrapNone/>
                <wp:docPr id="24" name="文本框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140" cy="471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3E4F"/>
                                <w:sz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69" o:spid="_x0000_s1026" o:spt="202" type="#_x0000_t202" style="position:absolute;left:0pt;margin-left:62.6pt;margin-top:1.6pt;height:37.15pt;width:88.2pt;z-index:251681792;mso-width-relative:page;mso-height-relative:page;" filled="f" stroked="f" coordsize="21600,21600" o:gfxdata="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N4FDK2wAAAAgBAAAPAAAAAAAAAAEAIAAAACIAAABkcnMvZG93bnJl&#10;di54bWxQSwECFAAUAAAACACHTuJAQyWwbcEBAABpAwAADgAAAAAAAAABACAAAAAqAQAAZHJzL2Uy&#10;b0RvYy54bWxQSwUGAAAAAAYABgBZAQAAX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23E4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3E4F"/>
                          <w:sz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106045</wp:posOffset>
                </wp:positionV>
                <wp:extent cx="323850" cy="323850"/>
                <wp:effectExtent l="0" t="0" r="0" b="0"/>
                <wp:wrapNone/>
                <wp:docPr id="23" name="Freeform 1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>
                            <a:gd name="txL" fmla="*/ 0 w 166"/>
                            <a:gd name="txT" fmla="*/ 0 h 166"/>
                            <a:gd name="txR" fmla="*/ 166 w 166"/>
                            <a:gd name="txB" fmla="*/ 166 h 166"/>
                          </a:gdLst>
                          <a:ahLst/>
                          <a:cxnLst>
                            <a:cxn ang="0">
                              <a:pos x="966444327" y="487825578"/>
                            </a:cxn>
                            <a:cxn ang="0">
                              <a:pos x="865199510" y="598274193"/>
                            </a:cxn>
                            <a:cxn ang="0">
                              <a:pos x="865199510" y="598274193"/>
                            </a:cxn>
                            <a:cxn ang="0">
                              <a:pos x="809973687" y="653500016"/>
                            </a:cxn>
                            <a:cxn ang="0">
                              <a:pos x="763951663" y="644296218"/>
                            </a:cxn>
                            <a:cxn ang="0">
                              <a:pos x="653500016" y="763951663"/>
                            </a:cxn>
                            <a:cxn ang="0">
                              <a:pos x="763951663" y="874403309"/>
                            </a:cxn>
                            <a:cxn ang="0">
                              <a:pos x="883607108" y="763951663"/>
                            </a:cxn>
                            <a:cxn ang="0">
                              <a:pos x="874403309" y="717929638"/>
                            </a:cxn>
                            <a:cxn ang="0">
                              <a:pos x="1003262553" y="598274193"/>
                            </a:cxn>
                            <a:cxn ang="0">
                              <a:pos x="1003262553" y="589070395"/>
                            </a:cxn>
                            <a:cxn ang="0">
                              <a:pos x="1040077747" y="552255200"/>
                            </a:cxn>
                            <a:cxn ang="0">
                              <a:pos x="1260981040" y="589070395"/>
                            </a:cxn>
                            <a:cxn ang="0">
                              <a:pos x="1527903325" y="322148109"/>
                            </a:cxn>
                            <a:cxn ang="0">
                              <a:pos x="1251777241" y="276126084"/>
                            </a:cxn>
                            <a:cxn ang="0">
                              <a:pos x="1113711167" y="414192158"/>
                            </a:cxn>
                            <a:cxn ang="0">
                              <a:pos x="1113711167" y="414192158"/>
                            </a:cxn>
                            <a:cxn ang="0">
                              <a:pos x="1251777241" y="276126084"/>
                            </a:cxn>
                            <a:cxn ang="0">
                              <a:pos x="1205755216" y="0"/>
                            </a:cxn>
                            <a:cxn ang="0">
                              <a:pos x="938832931" y="266922286"/>
                            </a:cxn>
                            <a:cxn ang="0">
                              <a:pos x="966444327" y="487825578"/>
                            </a:cxn>
                            <a:cxn ang="0">
                              <a:pos x="1279388637" y="653500016"/>
                            </a:cxn>
                            <a:cxn ang="0">
                              <a:pos x="1260981040" y="681114444"/>
                            </a:cxn>
                            <a:cxn ang="0">
                              <a:pos x="1260981040" y="763951663"/>
                            </a:cxn>
                            <a:cxn ang="0">
                              <a:pos x="763951663" y="1260981040"/>
                            </a:cxn>
                            <a:cxn ang="0">
                              <a:pos x="266922286" y="763951663"/>
                            </a:cxn>
                            <a:cxn ang="0">
                              <a:pos x="763951663" y="266922286"/>
                            </a:cxn>
                            <a:cxn ang="0">
                              <a:pos x="837585083" y="266922286"/>
                            </a:cxn>
                            <a:cxn ang="0">
                              <a:pos x="1049281546" y="55225823"/>
                            </a:cxn>
                            <a:cxn ang="0">
                              <a:pos x="763951663" y="0"/>
                            </a:cxn>
                            <a:cxn ang="0">
                              <a:pos x="0" y="763951663"/>
                            </a:cxn>
                            <a:cxn ang="0">
                              <a:pos x="763951663" y="1527903325"/>
                            </a:cxn>
                            <a:cxn ang="0">
                              <a:pos x="1527903325" y="763951663"/>
                            </a:cxn>
                            <a:cxn ang="0">
                              <a:pos x="1472677502" y="469414950"/>
                            </a:cxn>
                            <a:cxn ang="0">
                              <a:pos x="1279388637" y="653500016"/>
                            </a:cxn>
                            <a:cxn ang="0">
                              <a:pos x="763951663" y="570662797"/>
                            </a:cxn>
                            <a:cxn ang="0">
                              <a:pos x="800769889" y="570662797"/>
                            </a:cxn>
                            <a:cxn ang="0">
                              <a:pos x="902014705" y="478621780"/>
                            </a:cxn>
                            <a:cxn ang="0">
                              <a:pos x="883607108" y="358966335"/>
                            </a:cxn>
                            <a:cxn ang="0">
                              <a:pos x="763951663" y="340555706"/>
                            </a:cxn>
                            <a:cxn ang="0">
                              <a:pos x="340555706" y="763951663"/>
                            </a:cxn>
                            <a:cxn ang="0">
                              <a:pos x="763951663" y="1187347619"/>
                            </a:cxn>
                            <a:cxn ang="0">
                              <a:pos x="1187347619" y="763951663"/>
                            </a:cxn>
                            <a:cxn ang="0">
                              <a:pos x="1178143821" y="653500016"/>
                            </a:cxn>
                            <a:cxn ang="0">
                              <a:pos x="1049281546" y="625888621"/>
                            </a:cxn>
                            <a:cxn ang="0">
                              <a:pos x="957240528" y="727133437"/>
                            </a:cxn>
                            <a:cxn ang="0">
                              <a:pos x="957240528" y="763951663"/>
                            </a:cxn>
                            <a:cxn ang="0">
                              <a:pos x="763951663" y="948036729"/>
                            </a:cxn>
                            <a:cxn ang="0">
                              <a:pos x="579866596" y="763951663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  <a:cxn ang="0">
                              <a:pos x="763951663" y="570662797"/>
                            </a:cxn>
                          </a:cxnLst>
                          <a:rect l="txL" t="txT" r="txR" b="txB"/>
                          <a:pathLst>
                            <a:path w="166" h="166">
                              <a:moveTo>
                                <a:pt x="105" y="53"/>
                              </a:move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94" y="65"/>
                                <a:pt x="94" y="65"/>
                                <a:pt x="94" y="65"/>
                              </a:cubicBezTo>
                              <a:cubicBezTo>
                                <a:pt x="88" y="71"/>
                                <a:pt x="88" y="71"/>
                                <a:pt x="88" y="71"/>
                              </a:cubicBezTo>
                              <a:cubicBezTo>
                                <a:pt x="86" y="71"/>
                                <a:pt x="85" y="70"/>
                                <a:pt x="83" y="70"/>
                              </a:cubicBezTo>
                              <a:cubicBezTo>
                                <a:pt x="76" y="70"/>
                                <a:pt x="71" y="76"/>
                                <a:pt x="71" y="83"/>
                              </a:cubicBezTo>
                              <a:cubicBezTo>
                                <a:pt x="71" y="90"/>
                                <a:pt x="76" y="95"/>
                                <a:pt x="83" y="95"/>
                              </a:cubicBezTo>
                              <a:cubicBezTo>
                                <a:pt x="90" y="95"/>
                                <a:pt x="96" y="90"/>
                                <a:pt x="96" y="83"/>
                              </a:cubicBezTo>
                              <a:cubicBezTo>
                                <a:pt x="96" y="81"/>
                                <a:pt x="95" y="80"/>
                                <a:pt x="95" y="78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109" y="64"/>
                                <a:pt x="109" y="64"/>
                                <a:pt x="109" y="64"/>
                              </a:cubicBezTo>
                              <a:cubicBezTo>
                                <a:pt x="113" y="60"/>
                                <a:pt x="113" y="60"/>
                                <a:pt x="113" y="60"/>
                              </a:cubicBezTo>
                              <a:cubicBezTo>
                                <a:pt x="137" y="64"/>
                                <a:pt x="137" y="64"/>
                                <a:pt x="137" y="64"/>
                              </a:cubicBezTo>
                              <a:cubicBezTo>
                                <a:pt x="166" y="35"/>
                                <a:pt x="166" y="35"/>
                                <a:pt x="166" y="3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21" y="45"/>
                                <a:pt x="121" y="45"/>
                                <a:pt x="121" y="45"/>
                              </a:cubicBezTo>
                              <a:cubicBezTo>
                                <a:pt x="136" y="30"/>
                                <a:pt x="136" y="30"/>
                                <a:pt x="136" y="30"/>
                              </a:cubicBezTo>
                              <a:cubicBezTo>
                                <a:pt x="131" y="0"/>
                                <a:pt x="131" y="0"/>
                                <a:pt x="131" y="0"/>
                              </a:cubicBezTo>
                              <a:cubicBezTo>
                                <a:pt x="102" y="29"/>
                                <a:pt x="102" y="29"/>
                                <a:pt x="102" y="29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lose/>
                              <a:moveTo>
                                <a:pt x="139" y="71"/>
                              </a:moveTo>
                              <a:cubicBezTo>
                                <a:pt x="137" y="74"/>
                                <a:pt x="137" y="74"/>
                                <a:pt x="137" y="74"/>
                              </a:cubicBezTo>
                              <a:cubicBezTo>
                                <a:pt x="137" y="77"/>
                                <a:pt x="137" y="79"/>
                                <a:pt x="137" y="83"/>
                              </a:cubicBezTo>
                              <a:cubicBezTo>
                                <a:pt x="137" y="113"/>
                                <a:pt x="113" y="137"/>
                                <a:pt x="83" y="137"/>
                              </a:cubicBezTo>
                              <a:cubicBezTo>
                                <a:pt x="53" y="137"/>
                                <a:pt x="29" y="113"/>
                                <a:pt x="29" y="83"/>
                              </a:cubicBezTo>
                              <a:cubicBezTo>
                                <a:pt x="29" y="53"/>
                                <a:pt x="53" y="28"/>
                                <a:pt x="83" y="29"/>
                              </a:cubicBezTo>
                              <a:cubicBezTo>
                                <a:pt x="86" y="29"/>
                                <a:pt x="89" y="29"/>
                                <a:pt x="91" y="29"/>
                              </a:cubicBezTo>
                              <a:cubicBezTo>
                                <a:pt x="114" y="6"/>
                                <a:pt x="114" y="6"/>
                                <a:pt x="114" y="6"/>
                              </a:cubicBezTo>
                              <a:cubicBezTo>
                                <a:pt x="105" y="2"/>
                                <a:pt x="94" y="0"/>
                                <a:pt x="83" y="0"/>
                              </a:cubicBezTo>
                              <a:cubicBezTo>
                                <a:pt x="37" y="0"/>
                                <a:pt x="0" y="37"/>
                                <a:pt x="0" y="83"/>
                              </a:cubicBezTo>
                              <a:cubicBezTo>
                                <a:pt x="0" y="129"/>
                                <a:pt x="37" y="166"/>
                                <a:pt x="83" y="166"/>
                              </a:cubicBezTo>
                              <a:cubicBezTo>
                                <a:pt x="129" y="166"/>
                                <a:pt x="166" y="129"/>
                                <a:pt x="166" y="83"/>
                              </a:cubicBezTo>
                              <a:cubicBezTo>
                                <a:pt x="166" y="72"/>
                                <a:pt x="164" y="61"/>
                                <a:pt x="160" y="51"/>
                              </a:cubicBezTo>
                              <a:cubicBezTo>
                                <a:pt x="139" y="71"/>
                                <a:pt x="139" y="71"/>
                                <a:pt x="139" y="71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5" y="62"/>
                                <a:pt x="86" y="62"/>
                                <a:pt x="87" y="62"/>
                              </a:cubicBezTo>
                              <a:cubicBezTo>
                                <a:pt x="98" y="52"/>
                                <a:pt x="98" y="52"/>
                                <a:pt x="98" y="52"/>
                              </a:cubicBezTo>
                              <a:cubicBezTo>
                                <a:pt x="96" y="39"/>
                                <a:pt x="96" y="39"/>
                                <a:pt x="96" y="39"/>
                              </a:cubicBezTo>
                              <a:cubicBezTo>
                                <a:pt x="92" y="37"/>
                                <a:pt x="88" y="37"/>
                                <a:pt x="83" y="37"/>
                              </a:cubicBezTo>
                              <a:cubicBezTo>
                                <a:pt x="58" y="37"/>
                                <a:pt x="37" y="57"/>
                                <a:pt x="37" y="83"/>
                              </a:cubicBezTo>
                              <a:cubicBezTo>
                                <a:pt x="37" y="108"/>
                                <a:pt x="58" y="129"/>
                                <a:pt x="83" y="129"/>
                              </a:cubicBezTo>
                              <a:cubicBezTo>
                                <a:pt x="109" y="129"/>
                                <a:pt x="129" y="108"/>
                                <a:pt x="129" y="83"/>
                              </a:cubicBezTo>
                              <a:cubicBezTo>
                                <a:pt x="129" y="79"/>
                                <a:pt x="129" y="75"/>
                                <a:pt x="128" y="71"/>
                              </a:cubicBezTo>
                              <a:cubicBezTo>
                                <a:pt x="114" y="68"/>
                                <a:pt x="114" y="68"/>
                                <a:pt x="114" y="68"/>
                              </a:cubicBezTo>
                              <a:cubicBezTo>
                                <a:pt x="104" y="79"/>
                                <a:pt x="104" y="79"/>
                                <a:pt x="104" y="79"/>
                              </a:cubicBezTo>
                              <a:cubicBezTo>
                                <a:pt x="104" y="80"/>
                                <a:pt x="104" y="81"/>
                                <a:pt x="104" y="83"/>
                              </a:cubicBezTo>
                              <a:cubicBezTo>
                                <a:pt x="104" y="94"/>
                                <a:pt x="95" y="103"/>
                                <a:pt x="83" y="103"/>
                              </a:cubicBezTo>
                              <a:cubicBezTo>
                                <a:pt x="72" y="103"/>
                                <a:pt x="63" y="94"/>
                                <a:pt x="63" y="83"/>
                              </a:cubicBezTo>
                              <a:cubicBezTo>
                                <a:pt x="63" y="71"/>
                                <a:pt x="72" y="62"/>
                                <a:pt x="83" y="62"/>
                              </a:cubicBezTo>
                              <a:close/>
                              <a:moveTo>
                                <a:pt x="83" y="62"/>
                              </a:moveTo>
                              <a:cubicBezTo>
                                <a:pt x="83" y="62"/>
                                <a:pt x="83" y="62"/>
                                <a:pt x="83" y="62"/>
                              </a:cubicBezTo>
                            </a:path>
                          </a:pathLst>
                        </a:custGeom>
                        <a:solidFill>
                          <a:srgbClr val="323E4F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77" o:spid="_x0000_s1026" o:spt="100" style="position:absolute;left:0pt;margin-left:36.45pt;margin-top:8.35pt;height:25.5pt;width:25.5pt;z-index:251680768;mso-width-relative:page;mso-height-relative:page;" fillcolor="#323E4F" filled="t" stroked="f" coordsize="166,166" o:gfxdata="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" path="m105,53c94,65,94,65,94,65c94,65,94,65,94,65c88,71,88,71,88,71c86,71,85,70,83,70c76,70,71,76,71,83c71,90,76,95,83,95c90,95,96,90,96,83c96,81,95,80,95,78c109,65,109,65,109,65c109,64,109,64,109,64c113,60,113,60,113,60c137,64,137,64,137,64c166,35,166,35,166,35c136,30,136,30,136,30c121,45,121,45,121,45c121,45,121,45,121,45c136,30,136,30,136,30c131,0,131,0,131,0c102,29,102,29,102,29c105,53,105,53,105,53xm139,71c137,74,137,74,137,74c137,77,137,79,137,83c137,113,113,137,83,137c53,137,29,113,29,83c29,53,53,28,83,29c86,29,89,29,91,29c114,6,114,6,114,6c105,2,94,0,83,0c37,0,0,37,0,83c0,129,37,166,83,166c129,166,166,129,166,83c166,72,164,61,160,51c139,71,139,71,139,71xm83,62c85,62,86,62,87,62c98,52,98,52,98,52c96,39,96,39,96,39c92,37,88,37,83,37c58,37,37,57,37,83c37,108,58,129,83,129c109,129,129,108,129,83c129,79,129,75,128,71c114,68,114,68,114,68c104,79,104,79,104,79c104,80,104,81,104,83c104,94,95,103,83,103c72,103,63,94,63,83c63,71,72,62,83,62xm83,62c83,62,83,62,83,62e">
                <v:path o:connectlocs="966444327,487825578;865199510,598274193;865199510,598274193;809973687,653500016;763951663,644296218;653500016,763951663;763951663,874403309;883607108,763951663;874403309,717929638;1003262553,598274193;1003262553,589070395;1040077747,552255200;1260981040,589070395;1527903325,322148109;1251777241,276126084;1113711167,414192158;1113711167,414192158;1251777241,276126084;1205755216,0;938832931,266922286;966444327,487825578;1279388637,653500016;1260981040,681114444;1260981040,763951663;763951663,1260981040;266922286,763951663;763951663,266922286;837585083,266922286;1049281546,55225823;763951663,0;0,763951663;763951663,1527903325;1527903325,763951663;1472677502,469414950;1279388637,653500016;763951663,570662797;800769889,570662797;902014705,478621780;883607108,358966335;763951663,340555706;340555706,763951663;763951663,1187347619;1187347619,763951663;1178143821,653500016;1049281546,625888621;957240528,727133437;957240528,763951663;763951663,948036729;579866596,763951663;763951663,570662797;763951663,570662797;763951663,570662797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64135</wp:posOffset>
                </wp:positionV>
                <wp:extent cx="6162675" cy="0"/>
                <wp:effectExtent l="0" t="0" r="0" b="0"/>
                <wp:wrapNone/>
                <wp:docPr id="25" name="自选图形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267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70" o:spid="_x0000_s1026" o:spt="32" type="#_x0000_t32" style="position:absolute;left:0pt;flip:y;margin-left:70.1pt;margin-top:5.05pt;height:0pt;width:485.25pt;z-index:251682816;mso-width-relative:page;mso-height-relative:page;" filled="f" stroked="t" coordsize="21600,21600" o:gfxdata="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Xxcbj1wAAAAoBAAAPAAAAAAAAAAEAIAAAACIAAABkcnMvZG93bnJl&#10;di54bWxQSwECFAAUAAAACACHTuJA5OQqov4BAADxAwAADgAAAAAAAAABACAAAAAmAQAAZHJzL2Uy&#10;b0RvYy54bWxQSwUGAAAAAAYABgBZAQAAlgUAAAAA&#10;">
                <v:fill on="f" focussize="0,0"/>
                <v:stroke weight="1.25pt" color="#323E4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146685</wp:posOffset>
                </wp:positionV>
                <wp:extent cx="6968490" cy="1221740"/>
                <wp:effectExtent l="0" t="0" r="0" b="0"/>
                <wp:wrapNone/>
                <wp:docPr id="8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8490" cy="1221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有运营实习及活动策划经历，熟悉新媒体渠道和用户；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>熟悉常用微信编辑器的使用方法，能使用Maka等工具制作简单的H5页面，也能根据公司要求制定新媒体活动方案，并确保活动的良好执行；</w:t>
                            </w:r>
                          </w:p>
                          <w:p>
                            <w:pPr>
                              <w:pStyle w:val="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62626"/>
                                <w:kern w:val="24"/>
                                <w:sz w:val="21"/>
                              </w:rPr>
                              <w:t xml:space="preserve">同时，我具备良好的沟通能力和团队协作能力，能快速融入团队。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4" o:spid="_x0000_s1026" o:spt="202" type="#_x0000_t202" style="position:absolute;left:0pt;margin-left:14.55pt;margin-top:11.55pt;height:96.2pt;width:548.7pt;z-index:251666432;mso-width-relative:page;mso-height-relative:page;" filled="f" stroked="f" coordsize="21600,21600" o:gfxdata="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X2kH1tYAAAAKAQAADwAAAAAAAAABACAAAAAiAAAAZHJzL2Rvd25yZXYueG1s&#10;UEsBAhQAFAAAAAgAh07iQEZ3PRfBAQAAZwMAAA4AAAAAAAAAAQAgAAAAJQEAAGRycy9lMm9Eb2Mu&#10;eG1sUEsFBgAAAAAGAAYAWQEAAF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有运营实习及活动策划经历，熟悉新媒体渠道和用户；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>熟悉常用微信编辑器的使用方法，能使用Maka等工具制作简单的H5页面，也能根据公司要求制定新媒体活动方案，并确保活动的良好执行；</w:t>
                      </w:r>
                    </w:p>
                    <w:p>
                      <w:pPr>
                        <w:pStyle w:val="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62626"/>
                          <w:kern w:val="24"/>
                          <w:sz w:val="21"/>
                        </w:rPr>
                        <w:t xml:space="preserve">同时，我具备良好的沟通能力和团队协作能力，能快速融入团队。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850" w:h="16783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F2F4B"/>
    <w:multiLevelType w:val="multilevel"/>
    <w:tmpl w:val="0B3F2F4B"/>
    <w:lvl w:ilvl="0" w:tentative="0">
      <w:start w:val="1"/>
      <w:numFmt w:val="bullet"/>
      <w:lvlText w:val=""/>
      <w:lvlJc w:val="left"/>
      <w:pPr>
        <w:ind w:left="823" w:hanging="420"/>
      </w:pPr>
      <w:rPr>
        <w:rFonts w:hint="default" w:ascii="Wingdings" w:hAnsi="Wingdings"/>
        <w:color w:val="323E4F"/>
      </w:rPr>
    </w:lvl>
    <w:lvl w:ilvl="1" w:tentative="0">
      <w:start w:val="1"/>
      <w:numFmt w:val="bullet"/>
      <w:lvlText w:val=""/>
      <w:lvlJc w:val="left"/>
      <w:pPr>
        <w:ind w:left="12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3" w:hanging="420"/>
      </w:pPr>
      <w:rPr>
        <w:rFonts w:hint="default" w:ascii="Wingdings" w:hAnsi="Wingdings"/>
      </w:rPr>
    </w:lvl>
  </w:abstractNum>
  <w:abstractNum w:abstractNumId="1">
    <w:nsid w:val="14E83751"/>
    <w:multiLevelType w:val="multilevel"/>
    <w:tmpl w:val="14E83751"/>
    <w:lvl w:ilvl="0" w:tentative="0">
      <w:start w:val="1"/>
      <w:numFmt w:val="bullet"/>
      <w:lvlText w:val=""/>
      <w:lvlJc w:val="left"/>
      <w:pPr>
        <w:ind w:left="823" w:hanging="420"/>
      </w:pPr>
      <w:rPr>
        <w:rFonts w:hint="default" w:ascii="Wingdings" w:hAnsi="Wingdings"/>
        <w:color w:val="323E4F"/>
      </w:rPr>
    </w:lvl>
    <w:lvl w:ilvl="1" w:tentative="0">
      <w:start w:val="1"/>
      <w:numFmt w:val="bullet"/>
      <w:lvlText w:val=""/>
      <w:lvlJc w:val="left"/>
      <w:pPr>
        <w:ind w:left="12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3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attachedTemplate r:id="rId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647C9"/>
    <w:rsid w:val="00035899"/>
    <w:rsid w:val="000478B4"/>
    <w:rsid w:val="00052C96"/>
    <w:rsid w:val="00081C66"/>
    <w:rsid w:val="00082D7C"/>
    <w:rsid w:val="00155B8D"/>
    <w:rsid w:val="0016096B"/>
    <w:rsid w:val="00177E56"/>
    <w:rsid w:val="001A517E"/>
    <w:rsid w:val="001B0EC5"/>
    <w:rsid w:val="001F4242"/>
    <w:rsid w:val="002072B7"/>
    <w:rsid w:val="00250C36"/>
    <w:rsid w:val="00266660"/>
    <w:rsid w:val="002D24B4"/>
    <w:rsid w:val="002D410A"/>
    <w:rsid w:val="00304FF1"/>
    <w:rsid w:val="003335E2"/>
    <w:rsid w:val="003357D4"/>
    <w:rsid w:val="0039501B"/>
    <w:rsid w:val="003A696B"/>
    <w:rsid w:val="003D3A15"/>
    <w:rsid w:val="004754E8"/>
    <w:rsid w:val="004941E0"/>
    <w:rsid w:val="004D198E"/>
    <w:rsid w:val="004D4124"/>
    <w:rsid w:val="004F79C1"/>
    <w:rsid w:val="00502581"/>
    <w:rsid w:val="00505DB5"/>
    <w:rsid w:val="00514257"/>
    <w:rsid w:val="00545F6A"/>
    <w:rsid w:val="00582268"/>
    <w:rsid w:val="005964A2"/>
    <w:rsid w:val="006245D4"/>
    <w:rsid w:val="006621E6"/>
    <w:rsid w:val="00676C2A"/>
    <w:rsid w:val="006B7412"/>
    <w:rsid w:val="006C01AB"/>
    <w:rsid w:val="006E7268"/>
    <w:rsid w:val="007105B7"/>
    <w:rsid w:val="00726D8D"/>
    <w:rsid w:val="007406C5"/>
    <w:rsid w:val="007416B5"/>
    <w:rsid w:val="007E4919"/>
    <w:rsid w:val="008148BB"/>
    <w:rsid w:val="00844B3B"/>
    <w:rsid w:val="00853AED"/>
    <w:rsid w:val="008A44B2"/>
    <w:rsid w:val="008B059C"/>
    <w:rsid w:val="008B2A07"/>
    <w:rsid w:val="008E4846"/>
    <w:rsid w:val="00903146"/>
    <w:rsid w:val="0090780B"/>
    <w:rsid w:val="009B1E22"/>
    <w:rsid w:val="009C22A0"/>
    <w:rsid w:val="00A14121"/>
    <w:rsid w:val="00A541D6"/>
    <w:rsid w:val="00A90571"/>
    <w:rsid w:val="00AE38F8"/>
    <w:rsid w:val="00B10F39"/>
    <w:rsid w:val="00B4430F"/>
    <w:rsid w:val="00BA7FA1"/>
    <w:rsid w:val="00BD107F"/>
    <w:rsid w:val="00C25FE7"/>
    <w:rsid w:val="00C95EDA"/>
    <w:rsid w:val="00CC16EB"/>
    <w:rsid w:val="00CE04DF"/>
    <w:rsid w:val="00CE4AA6"/>
    <w:rsid w:val="00D00C4F"/>
    <w:rsid w:val="00D35D56"/>
    <w:rsid w:val="00D93148"/>
    <w:rsid w:val="00DD0985"/>
    <w:rsid w:val="00DD4B0F"/>
    <w:rsid w:val="00E20A63"/>
    <w:rsid w:val="00E710E5"/>
    <w:rsid w:val="00E76D5B"/>
    <w:rsid w:val="00E918FC"/>
    <w:rsid w:val="00EA0B88"/>
    <w:rsid w:val="00EA0D78"/>
    <w:rsid w:val="00ED5A77"/>
    <w:rsid w:val="00EE108E"/>
    <w:rsid w:val="00F222C3"/>
    <w:rsid w:val="00F44D8E"/>
    <w:rsid w:val="00F464B2"/>
    <w:rsid w:val="00F646AB"/>
    <w:rsid w:val="00F65A30"/>
    <w:rsid w:val="00FE365F"/>
    <w:rsid w:val="00FE6DCC"/>
    <w:rsid w:val="143E4DB8"/>
    <w:rsid w:val="16490CAF"/>
    <w:rsid w:val="18BA2340"/>
    <w:rsid w:val="2B804BE8"/>
    <w:rsid w:val="2C256D28"/>
    <w:rsid w:val="2CB207DD"/>
    <w:rsid w:val="2E1D693D"/>
    <w:rsid w:val="30157EDB"/>
    <w:rsid w:val="33A647C9"/>
    <w:rsid w:val="33DD7F20"/>
    <w:rsid w:val="36EC217C"/>
    <w:rsid w:val="3AA708C3"/>
    <w:rsid w:val="3F6E2D9A"/>
    <w:rsid w:val="48425ABB"/>
    <w:rsid w:val="4ED75B61"/>
    <w:rsid w:val="65526FC4"/>
    <w:rsid w:val="76E1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8">
    <w:name w:val="_Style 6"/>
    <w:basedOn w:val="1"/>
    <w:qFormat/>
    <w:uiPriority w:val="99"/>
    <w:pPr>
      <w:ind w:firstLine="420" w:firstLineChars="200"/>
    </w:p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&#20010;&#20154;&#31616;&#21382;&#26368;&#26032;&#31616;&#21382;&#27714;&#32844;&#31616;&#21382;&#21019;&#24847;&#31616;&#21382;374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简历-个人简历最新简历求职简历创意简历374</Template>
  <Pages>1</Pages>
  <Words>0</Words>
  <Characters>87</Characters>
  <Lines>1</Lines>
  <Paragraphs>1</Paragraphs>
  <TotalTime>1</TotalTime>
  <ScaleCrop>false</ScaleCrop>
  <LinksUpToDate>false</LinksUpToDate>
  <CharactersWithSpaces>87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2017-07-04T11:36:00Z</dcterms:created>
  <dc:creator>kedao</dc:creator>
  <cp:lastModifiedBy>理工风雨彩虹</cp:lastModifiedBy>
  <dcterms:modified xsi:type="dcterms:W3CDTF">2021-11-10T11:32:50Z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067CD0868ABB4D98B2D5FFDE3D74F501</vt:lpwstr>
  </property>
</Properties>
</file>